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0A5DEF8E" w:rsidR="00F422D3" w:rsidRPr="005D6794" w:rsidRDefault="00F422D3" w:rsidP="005D6794">
      <w:pPr>
        <w:pStyle w:val="Titul1"/>
      </w:pPr>
      <w:r w:rsidRPr="005D6794">
        <w:t>S</w:t>
      </w:r>
      <w:r w:rsidR="001906C2">
        <w:t>mlouva o dílo na zhotovení stavby</w:t>
      </w:r>
      <w:r w:rsidR="00647021">
        <w:t xml:space="preserve"> (1. etapa)</w:t>
      </w:r>
    </w:p>
    <w:p w14:paraId="1F805139" w14:textId="27DA2F23" w:rsidR="00F422D3" w:rsidRDefault="00F422D3" w:rsidP="00B42F40">
      <w:pPr>
        <w:pStyle w:val="Titul2"/>
      </w:pPr>
      <w:r>
        <w:t>Název zakázky: „</w:t>
      </w:r>
      <w:r w:rsidR="00647021" w:rsidRPr="00647021">
        <w:t>Rekonstrukce výpravní budovy v žst. Teplice v Čechách</w:t>
      </w:r>
      <w:r>
        <w:t>“</w:t>
      </w:r>
    </w:p>
    <w:p w14:paraId="18B8B620" w14:textId="77777777" w:rsidR="00F422D3" w:rsidRPr="00B42F40" w:rsidRDefault="00F422D3" w:rsidP="00B42F40">
      <w:pPr>
        <w:pStyle w:val="Nadpisbezsl1-2"/>
      </w:pPr>
      <w:r w:rsidRPr="00B42F40">
        <w:t>Smluvní strany:</w:t>
      </w:r>
    </w:p>
    <w:p w14:paraId="012FA8DE" w14:textId="5788428E"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647021" w:rsidRDefault="00F422D3" w:rsidP="00B42F40">
      <w:pPr>
        <w:pStyle w:val="Textbezodsazen"/>
        <w:spacing w:after="0"/>
      </w:pPr>
      <w:r>
        <w:t xml:space="preserve">zastoupena: </w:t>
      </w:r>
      <w:r w:rsidRPr="00647021">
        <w:t xml:space="preserve">Ing. Mojmírem Nejezchlebem, náměstkem GŘ pro modernizaci dráhy </w:t>
      </w:r>
    </w:p>
    <w:p w14:paraId="3CBFA42E" w14:textId="77777777" w:rsidR="00F422D3" w:rsidRDefault="00F422D3" w:rsidP="00B42F40">
      <w:pPr>
        <w:pStyle w:val="Textbezodsazen"/>
      </w:pPr>
      <w:r w:rsidRPr="00647021">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64EB590C" w:rsidR="00F422D3" w:rsidRDefault="00F422D3" w:rsidP="00B42F40">
      <w:pPr>
        <w:pStyle w:val="Textbezodsazen"/>
      </w:pPr>
      <w:r w:rsidRPr="00B42F40">
        <w:t>Stavební</w:t>
      </w:r>
      <w:r>
        <w:t xml:space="preserve"> správa </w:t>
      </w:r>
      <w:r w:rsidR="00647021">
        <w:t>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096C3C05" w:rsidR="00F422D3" w:rsidRDefault="00F422D3" w:rsidP="00B42F40">
      <w:pPr>
        <w:pStyle w:val="Textbezodsazen"/>
      </w:pPr>
      <w:r>
        <w:t xml:space="preserve">ISPROFOND: </w:t>
      </w:r>
      <w:r w:rsidR="00647021" w:rsidRPr="00647021">
        <w:t>5423520028</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4FF38E2E" w:rsidR="00F422D3" w:rsidRDefault="00F422D3" w:rsidP="00B42F40">
      <w:pPr>
        <w:pStyle w:val="Textbezodsazen"/>
      </w:pPr>
      <w:r w:rsidRPr="00B42F40">
        <w:lastRenderedPageBreak/>
        <w:t xml:space="preserve">Objednatel si přeje, aby Dílo </w:t>
      </w:r>
      <w:r w:rsidR="00647021">
        <w:t>„</w:t>
      </w:r>
      <w:r w:rsidR="00647021" w:rsidRPr="00647021">
        <w:t>Rekonstrukce výpravní budovy v žst. Teplice v Čechách</w:t>
      </w:r>
      <w:r w:rsidR="00647021">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20DD820D" w:rsidR="00F422D3" w:rsidRPr="00647021" w:rsidRDefault="00F422D3" w:rsidP="00600ECE">
      <w:pPr>
        <w:pStyle w:val="slovanseznam3"/>
        <w:rPr>
          <w:sz w:val="18"/>
          <w:szCs w:val="18"/>
        </w:rPr>
      </w:pPr>
      <w:r w:rsidRPr="00C50C28">
        <w:rPr>
          <w:sz w:val="18"/>
          <w:szCs w:val="18"/>
        </w:rPr>
        <w:t>Soupis prací</w:t>
      </w:r>
    </w:p>
    <w:p w14:paraId="7D706ECA" w14:textId="072DD86C" w:rsidR="00647021" w:rsidRPr="00647021" w:rsidRDefault="00647021" w:rsidP="00647021">
      <w:pPr>
        <w:pStyle w:val="slovanseznam3"/>
        <w:numPr>
          <w:ilvl w:val="1"/>
          <w:numId w:val="3"/>
        </w:numPr>
        <w:tabs>
          <w:tab w:val="clear" w:pos="1277"/>
        </w:tabs>
        <w:ind w:left="1134"/>
        <w:rPr>
          <w:sz w:val="18"/>
          <w:szCs w:val="18"/>
        </w:rPr>
      </w:pPr>
      <w:r w:rsidRPr="00647021">
        <w:rPr>
          <w:sz w:val="18"/>
          <w:szCs w:val="18"/>
        </w:rPr>
        <w:t>Ostatní dokumenty tvořící součást Smlouvy (https://www.sfdi.cz/pravidla-metodiky-a-ceniky/metodiky/)</w:t>
      </w:r>
    </w:p>
    <w:p w14:paraId="5D573CC8" w14:textId="77777777" w:rsidR="00647021" w:rsidRPr="00647021" w:rsidRDefault="00647021" w:rsidP="00647021">
      <w:pPr>
        <w:pStyle w:val="slovanseznam3"/>
        <w:tabs>
          <w:tab w:val="num" w:pos="1277"/>
        </w:tabs>
        <w:ind w:hanging="710"/>
        <w:rPr>
          <w:sz w:val="18"/>
          <w:szCs w:val="18"/>
        </w:rPr>
      </w:pPr>
      <w:r w:rsidRPr="00647021">
        <w:rPr>
          <w:sz w:val="18"/>
          <w:szCs w:val="18"/>
        </w:rPr>
        <w:t>Metodika pro kvantifikaci finančních nároků při zpoždění a prodloužení – schváleno Ministerstvem dopravy dne 10.11.2020</w:t>
      </w:r>
    </w:p>
    <w:p w14:paraId="76C3B92B" w14:textId="77777777" w:rsidR="00647021" w:rsidRPr="00647021" w:rsidRDefault="00647021" w:rsidP="00647021">
      <w:pPr>
        <w:pStyle w:val="slovanseznam3"/>
        <w:tabs>
          <w:tab w:val="num" w:pos="1277"/>
        </w:tabs>
        <w:ind w:hanging="710"/>
        <w:rPr>
          <w:sz w:val="18"/>
          <w:szCs w:val="18"/>
        </w:rPr>
      </w:pPr>
      <w:r w:rsidRPr="00647021">
        <w:rPr>
          <w:sz w:val="18"/>
          <w:szCs w:val="18"/>
        </w:rPr>
        <w:t>Metodika pro časové řízení u stavebních zakázek podle Smluvních podmínek FIDIC (1.vydání leden 2018) schváleno Ministerstvem dopravy dne 20.2.2018</w:t>
      </w:r>
    </w:p>
    <w:p w14:paraId="4DA391C5" w14:textId="77777777" w:rsidR="00647021" w:rsidRPr="00647021" w:rsidRDefault="00647021" w:rsidP="00647021">
      <w:pPr>
        <w:pStyle w:val="slovanseznam3"/>
        <w:tabs>
          <w:tab w:val="num" w:pos="1277"/>
        </w:tabs>
        <w:ind w:hanging="710"/>
        <w:rPr>
          <w:sz w:val="18"/>
          <w:szCs w:val="18"/>
        </w:rPr>
      </w:pPr>
      <w:r w:rsidRPr="00647021">
        <w:rPr>
          <w:sz w:val="18"/>
          <w:szCs w:val="18"/>
        </w:rPr>
        <w:t>Metodika pro správu změn díla (variací) u stavebních zakázek financovaných z rozpočtu SFDI podle smluvních podmínek FIDIC (Červené knihy) ve vztahu k úpravě zadávání veřejných zakázek – 1.vydání, leden 2018</w:t>
      </w:r>
    </w:p>
    <w:p w14:paraId="61DDEF7F" w14:textId="242E31CF" w:rsidR="00F422D3" w:rsidRPr="00C50C28" w:rsidRDefault="00647021" w:rsidP="00EA585B">
      <w:pPr>
        <w:pStyle w:val="slovanseznam"/>
        <w:rPr>
          <w:sz w:val="18"/>
          <w:szCs w:val="18"/>
        </w:rPr>
      </w:pPr>
      <w:r>
        <w:rPr>
          <w:sz w:val="18"/>
          <w:szCs w:val="18"/>
        </w:rPr>
        <w:t>S</w:t>
      </w:r>
      <w:r w:rsidR="00F422D3" w:rsidRPr="00C50C28">
        <w:rPr>
          <w:sz w:val="18"/>
          <w:szCs w:val="18"/>
        </w:rPr>
        <w:t>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75E1A13E"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C50C28" w:rsidRDefault="00F422D3" w:rsidP="00D24D74">
      <w:pPr>
        <w:pStyle w:val="slovanseznam"/>
      </w:pPr>
      <w:r w:rsidRPr="00C50C28">
        <w:t>Rekapitulace ceny je uvedena v příloze č. 1 této Smlouvy o dílo.</w:t>
      </w:r>
    </w:p>
    <w:p w14:paraId="4DA28C0E" w14:textId="55282076" w:rsidR="00F422D3" w:rsidRPr="00C50C28" w:rsidRDefault="00F422D3" w:rsidP="002D0C51">
      <w:pPr>
        <w:pStyle w:val="slovanseznam"/>
        <w:numPr>
          <w:ilvl w:val="0"/>
          <w:numId w:val="0"/>
        </w:numPr>
        <w:ind w:left="567"/>
        <w:rPr>
          <w:strike/>
          <w:sz w:val="18"/>
          <w:szCs w:val="18"/>
        </w:rPr>
      </w:pPr>
    </w:p>
    <w:p w14:paraId="4D0233C7" w14:textId="77777777" w:rsidR="002D0C51" w:rsidRPr="00584E94" w:rsidRDefault="002D0C51" w:rsidP="002D0C51">
      <w:pPr>
        <w:pStyle w:val="slovanseznam"/>
        <w:rPr>
          <w:sz w:val="18"/>
          <w:szCs w:val="18"/>
        </w:rPr>
      </w:pPr>
      <w:r w:rsidRPr="00584E94">
        <w:rPr>
          <w:sz w:val="18"/>
          <w:szCs w:val="18"/>
        </w:rPr>
        <w:t xml:space="preserve">Sociálně a environmentálně odpovědné zadávání  </w:t>
      </w:r>
    </w:p>
    <w:p w14:paraId="68893082" w14:textId="77777777" w:rsidR="002D0C51" w:rsidRPr="002D0C51" w:rsidRDefault="002D0C51" w:rsidP="002D0C51">
      <w:pPr>
        <w:pStyle w:val="slovanseznam2"/>
        <w:tabs>
          <w:tab w:val="clear" w:pos="1134"/>
          <w:tab w:val="num" w:pos="1418"/>
        </w:tabs>
        <w:ind w:left="1418"/>
        <w:rPr>
          <w:sz w:val="18"/>
          <w:szCs w:val="18"/>
        </w:rPr>
      </w:pPr>
      <w:r w:rsidRPr="002D0C51">
        <w:rPr>
          <w:sz w:val="18"/>
          <w:szCs w:val="18"/>
        </w:rPr>
        <w:t xml:space="preserve">Zhotovitel se zavazuje včas plnit finanční závazky vůči svým Podzhotovitelům, a to nejpozději ve lhůtě v souladu s Pod-článkem 1.15 Smluvních podmínek. </w:t>
      </w:r>
    </w:p>
    <w:p w14:paraId="7216D58C" w14:textId="77777777" w:rsidR="002D0C51" w:rsidRPr="002D0C51" w:rsidRDefault="002D0C51" w:rsidP="002D0C51">
      <w:pPr>
        <w:pStyle w:val="slovanseznam2"/>
        <w:tabs>
          <w:tab w:val="clear" w:pos="1134"/>
          <w:tab w:val="num" w:pos="1418"/>
        </w:tabs>
        <w:ind w:left="1418"/>
        <w:rPr>
          <w:sz w:val="18"/>
          <w:szCs w:val="18"/>
        </w:rPr>
      </w:pPr>
      <w:r w:rsidRPr="002D0C51">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2D0C51">
        <w:t xml:space="preserve"> </w:t>
      </w:r>
      <w:r w:rsidRPr="002D0C51">
        <w:rPr>
          <w:sz w:val="18"/>
          <w:szCs w:val="18"/>
        </w:rPr>
        <w:t>Za každý byť i započatý den prodlení se splněním povinnosti předložit každou jednotlivou smluvní dokumentaci dle tohoto odstavce se Zhotovitel zavazuje uhradit smluvní pokutu ve výši 2 000 Kč.</w:t>
      </w:r>
    </w:p>
    <w:p w14:paraId="710B5265" w14:textId="77777777" w:rsidR="002D0C51" w:rsidRPr="002D0C51" w:rsidRDefault="002D0C51" w:rsidP="002D0C51">
      <w:pPr>
        <w:pStyle w:val="slovanseznam2"/>
        <w:tabs>
          <w:tab w:val="clear" w:pos="1134"/>
          <w:tab w:val="num" w:pos="1418"/>
        </w:tabs>
        <w:ind w:left="1418"/>
        <w:rPr>
          <w:sz w:val="18"/>
          <w:szCs w:val="18"/>
        </w:rPr>
      </w:pPr>
      <w:r w:rsidRPr="002D0C51">
        <w:rPr>
          <w:sz w:val="18"/>
          <w:szCs w:val="18"/>
        </w:rPr>
        <w:t>Jednání, která budou probíhat dle odst. 2.1.2 Technické specifikace – Všeobecné technické podmínky (dále též jen VTP), budou probíhat primárně distančním způsobem (elektronicky, např. MS Teams, Google meet, atp.), pokud nebude nutné, aby byly spojeny s místním šetřením.</w:t>
      </w:r>
    </w:p>
    <w:p w14:paraId="5A64D451" w14:textId="77777777" w:rsidR="002D0C51" w:rsidRPr="002D0C51" w:rsidRDefault="002D0C51" w:rsidP="002D0C51">
      <w:pPr>
        <w:pStyle w:val="slovanseznam2"/>
        <w:tabs>
          <w:tab w:val="clear" w:pos="1134"/>
          <w:tab w:val="num" w:pos="1418"/>
          <w:tab w:val="num" w:pos="1560"/>
        </w:tabs>
        <w:ind w:left="1418"/>
        <w:rPr>
          <w:sz w:val="18"/>
          <w:szCs w:val="18"/>
        </w:rPr>
      </w:pPr>
      <w:r w:rsidRPr="002D0C51">
        <w:rPr>
          <w:sz w:val="18"/>
          <w:szCs w:val="18"/>
        </w:rPr>
        <w:t>Zhotovitel se zavazuje, že v průběhu plnění Díla umožní v souvislosti s prováděním prací na Díle provedení studentské exkurze na Staveništi. Podrobnosti k provedení exkurze/exkurzí jsou uvedeny v Příloze k nabídce.</w:t>
      </w:r>
      <w:r w:rsidRPr="002D0C51">
        <w:t xml:space="preserve"> </w:t>
      </w:r>
      <w:r w:rsidRPr="002D0C51">
        <w:rPr>
          <w:sz w:val="18"/>
          <w:szCs w:val="18"/>
        </w:rPr>
        <w:t>Pokud Zhotovitel neumožní provedení exkurze, je povinen uhradit Objednateli smluvní pokutu ve výši 100.000 Kč.</w:t>
      </w:r>
    </w:p>
    <w:p w14:paraId="6932095B" w14:textId="77777777" w:rsidR="002D0C51" w:rsidRPr="002D0C51" w:rsidRDefault="002D0C51" w:rsidP="002D0C51">
      <w:pPr>
        <w:pStyle w:val="slovanseznam2"/>
        <w:tabs>
          <w:tab w:val="clear" w:pos="1134"/>
          <w:tab w:val="clear" w:pos="1361"/>
          <w:tab w:val="left" w:pos="1418"/>
          <w:tab w:val="num" w:pos="1560"/>
        </w:tabs>
        <w:ind w:left="1418"/>
        <w:rPr>
          <w:sz w:val="18"/>
          <w:szCs w:val="18"/>
        </w:rPr>
      </w:pPr>
      <w:r w:rsidRPr="002D0C51">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3F9DD168" w14:textId="77777777" w:rsidR="002D0C51" w:rsidRPr="002D0C51" w:rsidRDefault="002D0C51" w:rsidP="002D0C51">
      <w:pPr>
        <w:pStyle w:val="slovanseznam2"/>
        <w:tabs>
          <w:tab w:val="clear" w:pos="1134"/>
          <w:tab w:val="clear" w:pos="1361"/>
          <w:tab w:val="left" w:pos="1418"/>
          <w:tab w:val="num" w:pos="1560"/>
        </w:tabs>
        <w:ind w:left="1418"/>
        <w:rPr>
          <w:sz w:val="18"/>
          <w:szCs w:val="18"/>
        </w:rPr>
      </w:pPr>
      <w:r w:rsidRPr="002D0C51">
        <w:rPr>
          <w:sz w:val="18"/>
          <w:szCs w:val="18"/>
        </w:rPr>
        <w:t>NEOBSAZENO.</w:t>
      </w:r>
    </w:p>
    <w:p w14:paraId="24776B75" w14:textId="77777777" w:rsidR="002D0C51" w:rsidRDefault="002D0C51" w:rsidP="002D0C51">
      <w:pPr>
        <w:pStyle w:val="slovanseznam2"/>
        <w:tabs>
          <w:tab w:val="clear" w:pos="1134"/>
          <w:tab w:val="clear" w:pos="1361"/>
          <w:tab w:val="left" w:pos="1418"/>
          <w:tab w:val="num" w:pos="1560"/>
          <w:tab w:val="left" w:pos="2268"/>
        </w:tabs>
        <w:ind w:left="1418"/>
        <w:rPr>
          <w:rFonts w:eastAsia="Times New Roman" w:cs="Times New Roman"/>
          <w:sz w:val="18"/>
          <w:szCs w:val="18"/>
        </w:rPr>
      </w:pPr>
      <w:r w:rsidRPr="002C687E">
        <w:rPr>
          <w:rFonts w:eastAsia="Times New Roman" w:cs="Times New Roman"/>
          <w:sz w:val="18"/>
          <w:szCs w:val="18"/>
        </w:rPr>
        <w:t>Ustanoveními o smluvních pokutách uvedenými v odst. 7 této Smlouvy není dotčeno uplatňování smluvních pokut v souladu s Pod-článkem 4.27 Smluvních podmínek.</w:t>
      </w:r>
    </w:p>
    <w:p w14:paraId="6FE3C4BB" w14:textId="35A612B5"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04CC02CA" w14:textId="13B6149A" w:rsidR="00F422D3" w:rsidRPr="00C50C28" w:rsidRDefault="00155FD1" w:rsidP="00EA585B">
      <w:pPr>
        <w:pStyle w:val="slovanseznam"/>
        <w:rPr>
          <w:sz w:val="18"/>
          <w:szCs w:val="18"/>
        </w:rPr>
      </w:pPr>
      <w:r>
        <w:rPr>
          <w:sz w:val="18"/>
          <w:szCs w:val="18"/>
        </w:rPr>
        <w:t>NEOBSAZENO.</w:t>
      </w:r>
    </w:p>
    <w:p w14:paraId="388F671F" w14:textId="51F869D3" w:rsidR="00F422D3" w:rsidRPr="00C50C28" w:rsidRDefault="00F422D3" w:rsidP="00E901A3">
      <w:pPr>
        <w:ind w:left="624"/>
        <w:jc w:val="both"/>
        <w:rPr>
          <w:sz w:val="18"/>
          <w:szCs w:val="18"/>
        </w:rPr>
      </w:pPr>
    </w:p>
    <w:p w14:paraId="2B1C4B48" w14:textId="77777777" w:rsidR="00F422D3" w:rsidRPr="00C50C28" w:rsidRDefault="00F422D3" w:rsidP="00EA585B">
      <w:pPr>
        <w:pStyle w:val="slovanseznam"/>
        <w:rPr>
          <w:sz w:val="18"/>
          <w:szCs w:val="18"/>
        </w:rPr>
      </w:pPr>
      <w:r w:rsidRPr="00C50C28">
        <w:rPr>
          <w:sz w:val="18"/>
          <w:szCs w:val="18"/>
        </w:rPr>
        <w:lastRenderedPageBreak/>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2769BB4D" w14:textId="562B9761" w:rsidR="00B16FC9" w:rsidRPr="00C50C28" w:rsidRDefault="00B16FC9" w:rsidP="00C41F7A">
      <w:pPr>
        <w:pStyle w:val="Seznamsodrkami"/>
        <w:numPr>
          <w:ilvl w:val="0"/>
          <w:numId w:val="0"/>
        </w:numPr>
        <w:ind w:left="1134"/>
        <w:jc w:val="both"/>
        <w:rPr>
          <w:sz w:val="18"/>
          <w:szCs w:val="18"/>
          <w:highlight w:val="green"/>
        </w:rPr>
      </w:pPr>
    </w:p>
    <w:p w14:paraId="2405091B" w14:textId="17AD286F" w:rsidR="00CB2F40" w:rsidRDefault="00CB2F40" w:rsidP="00EA585B">
      <w:pPr>
        <w:pStyle w:val="slovanseznam2"/>
        <w:rPr>
          <w:sz w:val="18"/>
          <w:szCs w:val="18"/>
        </w:rPr>
      </w:pPr>
      <w:r>
        <w:t>NEOBSAZENO</w:t>
      </w:r>
    </w:p>
    <w:p w14:paraId="055FBC23" w14:textId="77777777" w:rsidR="00CB2F40" w:rsidRPr="00CB2F40" w:rsidRDefault="00C41670" w:rsidP="000424C4">
      <w:pPr>
        <w:pStyle w:val="slovanseznam2"/>
        <w:rPr>
          <w:rFonts w:asciiTheme="minorHAnsi" w:hAnsiTheme="minorHAnsi"/>
          <w:i/>
          <w:color w:val="FF0000"/>
        </w:rPr>
      </w:pPr>
      <w:r>
        <w:t>NEOBSAZENO</w:t>
      </w:r>
    </w:p>
    <w:p w14:paraId="2E4D634F" w14:textId="59AE3205" w:rsidR="00CB2F40" w:rsidRPr="00CB2F40" w:rsidRDefault="00CB2F40" w:rsidP="00CB2F40">
      <w:pPr>
        <w:pStyle w:val="slovanseznam2"/>
        <w:rPr>
          <w:rFonts w:asciiTheme="minorHAnsi" w:hAnsiTheme="minorHAnsi"/>
          <w:i/>
          <w:color w:val="FF0000"/>
        </w:rPr>
      </w:pPr>
      <w:r>
        <w:t>NEOBSAZENO</w:t>
      </w:r>
    </w:p>
    <w:p w14:paraId="5BCE1B87" w14:textId="6876DFA7" w:rsidR="000424C4" w:rsidRDefault="00B51E27" w:rsidP="000424C4">
      <w:pPr>
        <w:pStyle w:val="slovanseznam2"/>
        <w:numPr>
          <w:ilvl w:val="0"/>
          <w:numId w:val="0"/>
        </w:numPr>
      </w:pPr>
      <w:r>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77777777"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B77506">
        <w:rPr>
          <w:strike/>
          <w:sz w:val="18"/>
          <w:szCs w:val="18"/>
        </w:rPr>
        <w:t>v listinné podobě</w:t>
      </w:r>
      <w:r w:rsidR="008156D5" w:rsidRPr="00C50C28">
        <w:rPr>
          <w:sz w:val="18"/>
          <w:szCs w:val="18"/>
        </w:rPr>
        <w:t xml:space="preserve">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73130F84"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r w:rsidRPr="00DA5988">
        <w:rPr>
          <w:sz w:val="18"/>
          <w:szCs w:val="18"/>
        </w:rPr>
        <w:lastRenderedPageBreak/>
        <w:t>č</w:t>
      </w:r>
      <w:r w:rsidR="00DE1AA1" w:rsidRPr="00DA5988">
        <w:rPr>
          <w:sz w:val="18"/>
          <w:szCs w:val="18"/>
        </w:rPr>
        <w:t>.</w:t>
      </w:r>
      <w:r w:rsidR="00F30229" w:rsidRPr="007801A0">
        <w:rPr>
          <w:sz w:val="18"/>
          <w:szCs w:val="18"/>
        </w:rPr>
        <w:t>10</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A50399C" w14:textId="77777777" w:rsidR="00CB2F40" w:rsidRPr="002C687E" w:rsidRDefault="00CB2F40" w:rsidP="00CB2F40">
      <w:pPr>
        <w:pStyle w:val="slovanseznam"/>
        <w:rPr>
          <w:sz w:val="18"/>
          <w:szCs w:val="18"/>
        </w:rPr>
      </w:pPr>
      <w:r w:rsidRPr="002C687E">
        <w:rPr>
          <w:sz w:val="18"/>
          <w:szCs w:val="18"/>
        </w:rPr>
        <w:t>Compliance doložka a etické zásady</w:t>
      </w:r>
    </w:p>
    <w:p w14:paraId="22BEFC2D" w14:textId="77777777" w:rsidR="00CB2F40" w:rsidRPr="002C687E" w:rsidRDefault="00CB2F40" w:rsidP="00CB2F40">
      <w:pPr>
        <w:pStyle w:val="slovanseznam"/>
        <w:numPr>
          <w:ilvl w:val="0"/>
          <w:numId w:val="0"/>
        </w:numPr>
        <w:ind w:left="567"/>
        <w:rPr>
          <w:sz w:val="18"/>
          <w:szCs w:val="18"/>
        </w:rPr>
      </w:pPr>
      <w:r w:rsidRPr="002C687E">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8991D08" w14:textId="77777777" w:rsidR="00CA4E82" w:rsidRPr="00CA4E82" w:rsidRDefault="00CA4E82" w:rsidP="00CA4E82">
      <w:pPr>
        <w:pStyle w:val="slovanseznam"/>
        <w:rPr>
          <w:sz w:val="18"/>
          <w:szCs w:val="18"/>
        </w:rPr>
      </w:pPr>
      <w:r w:rsidRPr="00CA4E82">
        <w:rPr>
          <w:sz w:val="18"/>
          <w:szCs w:val="18"/>
        </w:rPr>
        <w:t xml:space="preserve">Tato Smlouva je vyhotovena elektronicky a podepsána zaručeným elektronickým podpisem založeným na kvalifikovaném certifikátu pro elektronický podpis nebo kvalifikovaným elektronickým podpisem. </w:t>
      </w:r>
    </w:p>
    <w:p w14:paraId="394788D0" w14:textId="4AD1BA5E" w:rsidR="00F422D3" w:rsidRPr="00C50C28" w:rsidRDefault="00F422D3" w:rsidP="00CA4E82">
      <w:pPr>
        <w:pStyle w:val="slovanseznam"/>
        <w:numPr>
          <w:ilvl w:val="0"/>
          <w:numId w:val="0"/>
        </w:numPr>
        <w:ind w:left="567"/>
        <w:rPr>
          <w:sz w:val="18"/>
          <w:szCs w:val="18"/>
        </w:rPr>
      </w:pPr>
    </w:p>
    <w:p w14:paraId="085866E3" w14:textId="3FCA3F0E"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684AEF61" w:rsidR="00047AA6" w:rsidRPr="001A1E73" w:rsidRDefault="00F422D3" w:rsidP="00DA5988">
      <w:pPr>
        <w:pStyle w:val="slovanseznam"/>
        <w:numPr>
          <w:ilvl w:val="0"/>
          <w:numId w:val="0"/>
        </w:numPr>
        <w:tabs>
          <w:tab w:val="left" w:pos="2127"/>
        </w:tabs>
        <w:ind w:left="567"/>
        <w:rPr>
          <w:color w:val="00B050"/>
          <w:sz w:val="18"/>
          <w:szCs w:val="18"/>
        </w:rPr>
      </w:pPr>
      <w:r w:rsidRPr="001A1E73">
        <w:rPr>
          <w:sz w:val="18"/>
          <w:szCs w:val="18"/>
        </w:rPr>
        <w:t>Příloha č</w:t>
      </w:r>
      <w:r w:rsidR="00F465D8" w:rsidRPr="001A1E73">
        <w:rPr>
          <w:sz w:val="18"/>
          <w:szCs w:val="18"/>
        </w:rPr>
        <w:t xml:space="preserve"> </w:t>
      </w:r>
      <w:r w:rsidRPr="001A1E73">
        <w:rPr>
          <w:sz w:val="18"/>
          <w:szCs w:val="18"/>
        </w:rPr>
        <w:t>.</w:t>
      </w:r>
      <w:r w:rsidR="00F465D8" w:rsidRPr="001A1E73">
        <w:rPr>
          <w:sz w:val="18"/>
          <w:szCs w:val="18"/>
        </w:rPr>
        <w:t>8</w:t>
      </w:r>
      <w:r w:rsidRPr="001A1E73">
        <w:rPr>
          <w:sz w:val="18"/>
          <w:szCs w:val="18"/>
        </w:rPr>
        <w:tab/>
      </w:r>
      <w:r w:rsidR="001A1E73" w:rsidRPr="001A1E73">
        <w:rPr>
          <w:sz w:val="18"/>
          <w:szCs w:val="18"/>
        </w:rPr>
        <w:t>NEOBSAZENO.</w:t>
      </w:r>
    </w:p>
    <w:p w14:paraId="1ECB1E44" w14:textId="3228925A" w:rsidR="00F422D3" w:rsidRPr="00AC2EDB" w:rsidRDefault="00F422D3" w:rsidP="002E4514">
      <w:pPr>
        <w:pStyle w:val="slovanseznam"/>
        <w:numPr>
          <w:ilvl w:val="0"/>
          <w:numId w:val="0"/>
        </w:numPr>
        <w:tabs>
          <w:tab w:val="left" w:pos="2127"/>
        </w:tabs>
        <w:ind w:left="2127" w:hanging="1560"/>
        <w:rPr>
          <w:i/>
          <w:color w:val="00B050"/>
          <w:sz w:val="18"/>
          <w:szCs w:val="18"/>
        </w:rPr>
      </w:pPr>
      <w:r w:rsidRPr="001A1E73">
        <w:rPr>
          <w:sz w:val="18"/>
          <w:szCs w:val="18"/>
        </w:rPr>
        <w:t>Příloha č.</w:t>
      </w:r>
      <w:r w:rsidR="00F465D8" w:rsidRPr="001A1E73">
        <w:rPr>
          <w:sz w:val="18"/>
          <w:szCs w:val="18"/>
        </w:rPr>
        <w:t xml:space="preserve"> 9</w:t>
      </w:r>
      <w:r w:rsidRPr="001A1E73">
        <w:rPr>
          <w:sz w:val="18"/>
          <w:szCs w:val="18"/>
        </w:rPr>
        <w:tab/>
        <w:t xml:space="preserve">Žádost o poskytnutí zálohové platby </w:t>
      </w:r>
      <w:r w:rsidR="005C06CE">
        <w:rPr>
          <w:color w:val="00B050"/>
          <w:sz w:val="18"/>
          <w:szCs w:val="18"/>
        </w:rPr>
        <w:t xml:space="preserve"> </w:t>
      </w:r>
    </w:p>
    <w:p w14:paraId="654E98DD" w14:textId="3F0EE55C" w:rsidR="00AC2EDB" w:rsidRDefault="00077CE2" w:rsidP="00DA5988">
      <w:pPr>
        <w:pStyle w:val="slovanseznam"/>
        <w:numPr>
          <w:ilvl w:val="0"/>
          <w:numId w:val="0"/>
        </w:numPr>
        <w:tabs>
          <w:tab w:val="left" w:pos="2127"/>
        </w:tabs>
        <w:ind w:left="2127" w:hanging="1560"/>
        <w:rPr>
          <w:i/>
          <w:color w:val="00B050"/>
          <w:sz w:val="18"/>
          <w:szCs w:val="18"/>
        </w:rPr>
      </w:pPr>
      <w:r w:rsidRPr="00DA5988">
        <w:rPr>
          <w:sz w:val="18"/>
          <w:szCs w:val="18"/>
        </w:rPr>
        <w:t>Příloha č.10</w:t>
      </w:r>
      <w:r w:rsidRPr="00DA5988">
        <w:rPr>
          <w:sz w:val="18"/>
          <w:szCs w:val="18"/>
        </w:rPr>
        <w:tab/>
        <w:t>Osvědčení</w:t>
      </w:r>
      <w:r w:rsidR="00DA5988">
        <w:rPr>
          <w:sz w:val="18"/>
          <w:szCs w:val="18"/>
        </w:rPr>
        <w:t xml:space="preserve"> o řádném plnění veřejné zakázky </w:t>
      </w:r>
      <w:r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0FE0150C" w:rsidR="002038D5" w:rsidRPr="00F95FBD" w:rsidRDefault="005E2D82" w:rsidP="002038D5">
      <w:pPr>
        <w:pStyle w:val="Nadpistabulky"/>
        <w:rPr>
          <w:rFonts w:asciiTheme="minorHAnsi" w:hAnsiTheme="minorHAnsi"/>
          <w:sz w:val="18"/>
          <w:szCs w:val="18"/>
        </w:rPr>
      </w:pPr>
      <w:r>
        <w:rPr>
          <w:rFonts w:asciiTheme="minorHAnsi" w:hAnsiTheme="minorHAnsi"/>
          <w:sz w:val="18"/>
          <w:szCs w:val="18"/>
        </w:rPr>
        <w:t xml:space="preserve">Specialista (vedoucí prací) na </w:t>
      </w:r>
      <w:r w:rsidR="009841CA">
        <w:rPr>
          <w:rFonts w:asciiTheme="minorHAnsi" w:hAnsiTheme="minorHAnsi"/>
          <w:sz w:val="18"/>
          <w:szCs w:val="18"/>
        </w:rPr>
        <w:t>pozemní</w:t>
      </w:r>
      <w:r>
        <w:rPr>
          <w:rFonts w:asciiTheme="minorHAnsi" w:hAnsiTheme="minorHAnsi"/>
          <w:sz w:val="18"/>
          <w:szCs w:val="18"/>
        </w:rPr>
        <w:t xml:space="preserve"> stavby - z</w:t>
      </w:r>
      <w:r w:rsidR="002038D5" w:rsidRPr="00F95FBD">
        <w:rPr>
          <w:rFonts w:asciiTheme="minorHAnsi" w:hAnsiTheme="minorHAnsi"/>
          <w:sz w:val="18"/>
          <w:szCs w:val="18"/>
        </w:rPr>
        <w:t>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19F07DE9" w14:textId="100280E2" w:rsidR="009841CA" w:rsidRPr="00F95FBD" w:rsidRDefault="009841CA" w:rsidP="009841CA">
      <w:pPr>
        <w:pStyle w:val="Nadpistabulky"/>
        <w:rPr>
          <w:rFonts w:asciiTheme="minorHAnsi" w:hAnsiTheme="minorHAnsi"/>
          <w:sz w:val="18"/>
          <w:szCs w:val="18"/>
        </w:rPr>
      </w:pPr>
      <w:r>
        <w:rPr>
          <w:rFonts w:asciiTheme="minorHAnsi" w:hAnsiTheme="minorHAnsi"/>
          <w:sz w:val="18"/>
          <w:szCs w:val="18"/>
        </w:rPr>
        <w:lastRenderedPageBreak/>
        <w:t>Specialista (vedoucí prací) na dopravní stavby</w:t>
      </w:r>
    </w:p>
    <w:tbl>
      <w:tblPr>
        <w:tblStyle w:val="Tabulka10"/>
        <w:tblW w:w="8868" w:type="dxa"/>
        <w:tblLook w:val="04A0" w:firstRow="1" w:lastRow="0" w:firstColumn="1" w:lastColumn="0" w:noHBand="0" w:noVBand="1"/>
      </w:tblPr>
      <w:tblGrid>
        <w:gridCol w:w="3056"/>
        <w:gridCol w:w="5812"/>
      </w:tblGrid>
      <w:tr w:rsidR="007801A0" w:rsidRPr="00F95FBD" w14:paraId="0B649081" w14:textId="77777777" w:rsidTr="007801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1B0E77" w14:textId="77777777" w:rsidR="007801A0" w:rsidRPr="00F95FBD" w:rsidRDefault="007801A0" w:rsidP="00F30229">
            <w:pPr>
              <w:pStyle w:val="Tabulka"/>
              <w:rPr>
                <w:rStyle w:val="Nadpisvtabulce"/>
              </w:rPr>
            </w:pPr>
            <w:r w:rsidRPr="00F95FBD">
              <w:rPr>
                <w:rStyle w:val="Nadpisvtabulce"/>
              </w:rPr>
              <w:t>Jméno a příjmení</w:t>
            </w:r>
          </w:p>
        </w:tc>
        <w:tc>
          <w:tcPr>
            <w:tcW w:w="5812" w:type="dxa"/>
          </w:tcPr>
          <w:p w14:paraId="3B06B543" w14:textId="0C048F56" w:rsidR="007801A0" w:rsidRPr="00F95FBD" w:rsidRDefault="007801A0" w:rsidP="00F30229">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7801A0" w:rsidRPr="00F95FBD" w14:paraId="6ED3ED88" w14:textId="77777777" w:rsidTr="007801A0">
        <w:tc>
          <w:tcPr>
            <w:cnfStyle w:val="001000000000" w:firstRow="0" w:lastRow="0" w:firstColumn="1" w:lastColumn="0" w:oddVBand="0" w:evenVBand="0" w:oddHBand="0" w:evenHBand="0" w:firstRowFirstColumn="0" w:firstRowLastColumn="0" w:lastRowFirstColumn="0" w:lastRowLastColumn="0"/>
            <w:tcW w:w="3056" w:type="dxa"/>
          </w:tcPr>
          <w:p w14:paraId="2C084B14" w14:textId="77777777" w:rsidR="007801A0" w:rsidRPr="00F95FBD" w:rsidRDefault="007801A0" w:rsidP="00F30229">
            <w:pPr>
              <w:pStyle w:val="Tabulka"/>
            </w:pPr>
            <w:r w:rsidRPr="00F95FBD">
              <w:t>Adresa</w:t>
            </w:r>
          </w:p>
        </w:tc>
        <w:tc>
          <w:tcPr>
            <w:tcW w:w="5812" w:type="dxa"/>
          </w:tcPr>
          <w:p w14:paraId="55350A2B" w14:textId="40436DF8" w:rsidR="007801A0" w:rsidRPr="00F95FBD" w:rsidRDefault="007801A0"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801A0" w:rsidRPr="00F95FBD" w14:paraId="55663EFA" w14:textId="77777777" w:rsidTr="007801A0">
        <w:tc>
          <w:tcPr>
            <w:cnfStyle w:val="001000000000" w:firstRow="0" w:lastRow="0" w:firstColumn="1" w:lastColumn="0" w:oddVBand="0" w:evenVBand="0" w:oddHBand="0" w:evenHBand="0" w:firstRowFirstColumn="0" w:firstRowLastColumn="0" w:lastRowFirstColumn="0" w:lastRowLastColumn="0"/>
            <w:tcW w:w="3056" w:type="dxa"/>
          </w:tcPr>
          <w:p w14:paraId="534C7969" w14:textId="77777777" w:rsidR="007801A0" w:rsidRPr="00F95FBD" w:rsidRDefault="007801A0" w:rsidP="00F30229">
            <w:pPr>
              <w:pStyle w:val="Tabulka"/>
            </w:pPr>
            <w:r w:rsidRPr="00F95FBD">
              <w:t>E-mail</w:t>
            </w:r>
          </w:p>
        </w:tc>
        <w:tc>
          <w:tcPr>
            <w:tcW w:w="5812" w:type="dxa"/>
          </w:tcPr>
          <w:p w14:paraId="37DA867D" w14:textId="78D56761" w:rsidR="007801A0" w:rsidRPr="00F95FBD" w:rsidRDefault="007801A0"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801A0" w:rsidRPr="00F95FBD" w14:paraId="1778B04C" w14:textId="77777777" w:rsidTr="007801A0">
        <w:tc>
          <w:tcPr>
            <w:cnfStyle w:val="001000000000" w:firstRow="0" w:lastRow="0" w:firstColumn="1" w:lastColumn="0" w:oddVBand="0" w:evenVBand="0" w:oddHBand="0" w:evenHBand="0" w:firstRowFirstColumn="0" w:firstRowLastColumn="0" w:lastRowFirstColumn="0" w:lastRowLastColumn="0"/>
            <w:tcW w:w="3056" w:type="dxa"/>
          </w:tcPr>
          <w:p w14:paraId="4E8AE74B" w14:textId="77777777" w:rsidR="007801A0" w:rsidRPr="00F95FBD" w:rsidRDefault="007801A0" w:rsidP="00F30229">
            <w:pPr>
              <w:pStyle w:val="Tabulka"/>
            </w:pPr>
            <w:r w:rsidRPr="00F95FBD">
              <w:t>Telefon</w:t>
            </w:r>
          </w:p>
        </w:tc>
        <w:tc>
          <w:tcPr>
            <w:tcW w:w="5812" w:type="dxa"/>
          </w:tcPr>
          <w:p w14:paraId="41D8065B" w14:textId="50861F5D" w:rsidR="007801A0" w:rsidRPr="00F95FBD" w:rsidRDefault="007801A0"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bookmarkStart w:id="0" w:name="_GoBack"/>
        <w:bookmarkEnd w:id="0"/>
      </w:tr>
    </w:tbl>
    <w:p w14:paraId="04D5931B" w14:textId="665D3C52" w:rsidR="009841CA" w:rsidRDefault="009841CA" w:rsidP="00165977">
      <w:pPr>
        <w:pStyle w:val="Tabulka"/>
      </w:pPr>
    </w:p>
    <w:p w14:paraId="21DFFCE4" w14:textId="77777777" w:rsidR="009841CA" w:rsidRPr="00F95FBD" w:rsidRDefault="009841CA" w:rsidP="00165977">
      <w:pPr>
        <w:pStyle w:val="Tabulka"/>
      </w:pPr>
    </w:p>
    <w:p w14:paraId="24A2FDDC" w14:textId="0725BC9C" w:rsidR="002038D5" w:rsidRPr="00F95FBD" w:rsidRDefault="005E2D82" w:rsidP="00165977">
      <w:pPr>
        <w:pStyle w:val="Nadpistabulky"/>
        <w:rPr>
          <w:sz w:val="18"/>
          <w:szCs w:val="18"/>
        </w:rPr>
      </w:pPr>
      <w:r>
        <w:rPr>
          <w:sz w:val="18"/>
          <w:szCs w:val="18"/>
        </w:rPr>
        <w:t>Specialista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4119CC38" w14:textId="604B6742" w:rsidR="00165977" w:rsidRDefault="00165977" w:rsidP="00165977">
      <w:pPr>
        <w:pStyle w:val="Tabulka"/>
      </w:pPr>
    </w:p>
    <w:p w14:paraId="0F3D1BF6" w14:textId="0130AEE8" w:rsidR="009841CA" w:rsidRPr="00F95FBD" w:rsidRDefault="009841CA" w:rsidP="009841CA">
      <w:pPr>
        <w:pStyle w:val="Nadpistabulky"/>
        <w:rPr>
          <w:sz w:val="18"/>
          <w:szCs w:val="18"/>
        </w:rPr>
      </w:pPr>
      <w:r>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9841CA" w:rsidRPr="00F95FBD" w14:paraId="530840C9" w14:textId="77777777" w:rsidTr="00F30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66889" w14:textId="77777777" w:rsidR="009841CA" w:rsidRPr="00F95FBD" w:rsidRDefault="009841CA" w:rsidP="00F30229">
            <w:pPr>
              <w:pStyle w:val="Tabulka"/>
              <w:rPr>
                <w:rStyle w:val="Nadpisvtabulce"/>
              </w:rPr>
            </w:pPr>
            <w:r w:rsidRPr="00F95FBD">
              <w:rPr>
                <w:rStyle w:val="Nadpisvtabulce"/>
              </w:rPr>
              <w:t>Jméno a příjmení</w:t>
            </w:r>
          </w:p>
        </w:tc>
        <w:tc>
          <w:tcPr>
            <w:tcW w:w="5812" w:type="dxa"/>
          </w:tcPr>
          <w:p w14:paraId="11C52424" w14:textId="77777777" w:rsidR="009841CA" w:rsidRPr="00F95FBD" w:rsidRDefault="009841CA" w:rsidP="00F3022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841CA" w:rsidRPr="00F95FBD" w14:paraId="33ABA132"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7EAA3256" w14:textId="77777777" w:rsidR="009841CA" w:rsidRPr="00F95FBD" w:rsidRDefault="009841CA" w:rsidP="00F30229">
            <w:pPr>
              <w:pStyle w:val="Tabulka"/>
            </w:pPr>
            <w:r w:rsidRPr="00F95FBD">
              <w:t>Adresa</w:t>
            </w:r>
          </w:p>
        </w:tc>
        <w:tc>
          <w:tcPr>
            <w:tcW w:w="5812" w:type="dxa"/>
          </w:tcPr>
          <w:p w14:paraId="625A0CD8" w14:textId="77777777" w:rsidR="009841CA" w:rsidRPr="00F95FBD" w:rsidRDefault="009841CA"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841CA" w:rsidRPr="00F95FBD" w14:paraId="0CC7BC06"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5A53D620" w14:textId="77777777" w:rsidR="009841CA" w:rsidRPr="00F95FBD" w:rsidRDefault="009841CA" w:rsidP="00F30229">
            <w:pPr>
              <w:pStyle w:val="Tabulka"/>
            </w:pPr>
            <w:r w:rsidRPr="00F95FBD">
              <w:t>E-mail</w:t>
            </w:r>
          </w:p>
        </w:tc>
        <w:tc>
          <w:tcPr>
            <w:tcW w:w="5812" w:type="dxa"/>
          </w:tcPr>
          <w:p w14:paraId="5D4A7718" w14:textId="77777777" w:rsidR="009841CA" w:rsidRPr="00F95FBD" w:rsidRDefault="009841CA"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841CA" w:rsidRPr="00F95FBD" w14:paraId="5310CE87"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6584DFA9" w14:textId="77777777" w:rsidR="009841CA" w:rsidRPr="00F95FBD" w:rsidRDefault="009841CA" w:rsidP="00F30229">
            <w:pPr>
              <w:pStyle w:val="Tabulka"/>
            </w:pPr>
            <w:r w:rsidRPr="00F95FBD">
              <w:t>Telefon</w:t>
            </w:r>
          </w:p>
        </w:tc>
        <w:tc>
          <w:tcPr>
            <w:tcW w:w="5812" w:type="dxa"/>
          </w:tcPr>
          <w:p w14:paraId="35853A0D" w14:textId="77777777" w:rsidR="009841CA" w:rsidRPr="00F95FBD" w:rsidRDefault="009841CA"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CFE7A9" w14:textId="20C0265A" w:rsidR="009841CA" w:rsidRDefault="009841CA" w:rsidP="009841CA">
      <w:pPr>
        <w:pStyle w:val="Tabulka"/>
      </w:pPr>
    </w:p>
    <w:p w14:paraId="2B92C9DD" w14:textId="77777777" w:rsidR="00526EAB" w:rsidRPr="00F95FBD" w:rsidRDefault="00526EAB" w:rsidP="00526EAB">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526EAB" w:rsidRPr="00F95FBD" w14:paraId="53C24244" w14:textId="77777777" w:rsidTr="00F30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56FF00" w14:textId="77777777" w:rsidR="00526EAB" w:rsidRPr="00F95FBD" w:rsidRDefault="00526EAB" w:rsidP="00F30229">
            <w:pPr>
              <w:pStyle w:val="Tabulka"/>
              <w:rPr>
                <w:rStyle w:val="Nadpisvtabulce"/>
              </w:rPr>
            </w:pPr>
            <w:r w:rsidRPr="00F95FBD">
              <w:rPr>
                <w:rStyle w:val="Nadpisvtabulce"/>
              </w:rPr>
              <w:t>Jméno a příjmení</w:t>
            </w:r>
          </w:p>
        </w:tc>
        <w:tc>
          <w:tcPr>
            <w:tcW w:w="5812" w:type="dxa"/>
          </w:tcPr>
          <w:p w14:paraId="59816310" w14:textId="77777777" w:rsidR="00526EAB" w:rsidRPr="00F95FBD" w:rsidRDefault="00526EAB" w:rsidP="00F3022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26EAB" w:rsidRPr="00F95FBD" w14:paraId="1284544B"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5E75024B" w14:textId="77777777" w:rsidR="00526EAB" w:rsidRPr="00F95FBD" w:rsidRDefault="00526EAB" w:rsidP="00F30229">
            <w:pPr>
              <w:pStyle w:val="Tabulka"/>
            </w:pPr>
            <w:r w:rsidRPr="00F95FBD">
              <w:t>Adresa</w:t>
            </w:r>
          </w:p>
        </w:tc>
        <w:tc>
          <w:tcPr>
            <w:tcW w:w="5812" w:type="dxa"/>
          </w:tcPr>
          <w:p w14:paraId="49E5DE0C" w14:textId="77777777" w:rsidR="00526EAB" w:rsidRPr="00F95FBD" w:rsidRDefault="00526EAB"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26EAB" w:rsidRPr="00F95FBD" w14:paraId="24856692"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79A2843B" w14:textId="77777777" w:rsidR="00526EAB" w:rsidRPr="00F95FBD" w:rsidRDefault="00526EAB" w:rsidP="00F30229">
            <w:pPr>
              <w:pStyle w:val="Tabulka"/>
            </w:pPr>
            <w:r w:rsidRPr="00F95FBD">
              <w:t>E-mail</w:t>
            </w:r>
          </w:p>
        </w:tc>
        <w:tc>
          <w:tcPr>
            <w:tcW w:w="5812" w:type="dxa"/>
          </w:tcPr>
          <w:p w14:paraId="6AB7B41B" w14:textId="77777777" w:rsidR="00526EAB" w:rsidRPr="00F95FBD" w:rsidRDefault="00526EAB"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26EAB" w:rsidRPr="00F95FBD" w14:paraId="23344A1D"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2CBCC50F" w14:textId="77777777" w:rsidR="00526EAB" w:rsidRPr="00F95FBD" w:rsidRDefault="00526EAB" w:rsidP="00F30229">
            <w:pPr>
              <w:pStyle w:val="Tabulka"/>
            </w:pPr>
            <w:r w:rsidRPr="00F95FBD">
              <w:t>Telefon</w:t>
            </w:r>
          </w:p>
        </w:tc>
        <w:tc>
          <w:tcPr>
            <w:tcW w:w="5812" w:type="dxa"/>
          </w:tcPr>
          <w:p w14:paraId="60E09801" w14:textId="77777777" w:rsidR="00526EAB" w:rsidRPr="00F95FBD" w:rsidRDefault="00526EAB"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8C1374" w14:textId="7AF8CD2A" w:rsidR="00526EAB" w:rsidRDefault="00526EAB" w:rsidP="009841CA">
      <w:pPr>
        <w:pStyle w:val="Tabulka"/>
      </w:pPr>
    </w:p>
    <w:p w14:paraId="13CBC72E" w14:textId="244083C2" w:rsidR="00526EAB" w:rsidRPr="00F95FBD" w:rsidRDefault="00526EAB" w:rsidP="00526EAB">
      <w:pPr>
        <w:pStyle w:val="Nadpistabulky"/>
        <w:rPr>
          <w:sz w:val="18"/>
          <w:szCs w:val="18"/>
        </w:rPr>
      </w:pPr>
      <w:r>
        <w:rPr>
          <w:sz w:val="18"/>
          <w:szCs w:val="18"/>
        </w:rPr>
        <w:t>Specialista pro restaurování</w:t>
      </w:r>
      <w:r w:rsidRPr="00526EAB">
        <w:t xml:space="preserve"> </w:t>
      </w:r>
      <w:r w:rsidRPr="00526EAB">
        <w:rPr>
          <w:sz w:val="18"/>
          <w:szCs w:val="18"/>
        </w:rPr>
        <w:t>nepolychromovaných sochařských uměleckých děl z kamene</w:t>
      </w:r>
    </w:p>
    <w:tbl>
      <w:tblPr>
        <w:tblStyle w:val="Tabulka10"/>
        <w:tblW w:w="8868" w:type="dxa"/>
        <w:tblLook w:val="04A0" w:firstRow="1" w:lastRow="0" w:firstColumn="1" w:lastColumn="0" w:noHBand="0" w:noVBand="1"/>
      </w:tblPr>
      <w:tblGrid>
        <w:gridCol w:w="3056"/>
        <w:gridCol w:w="5812"/>
      </w:tblGrid>
      <w:tr w:rsidR="00526EAB" w:rsidRPr="00F95FBD" w14:paraId="43F84C0E" w14:textId="77777777" w:rsidTr="00F30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4F34D" w14:textId="77777777" w:rsidR="00526EAB" w:rsidRPr="00F95FBD" w:rsidRDefault="00526EAB" w:rsidP="00F30229">
            <w:pPr>
              <w:pStyle w:val="Tabulka"/>
              <w:rPr>
                <w:rStyle w:val="Nadpisvtabulce"/>
              </w:rPr>
            </w:pPr>
            <w:r w:rsidRPr="00F95FBD">
              <w:rPr>
                <w:rStyle w:val="Nadpisvtabulce"/>
              </w:rPr>
              <w:t>Jméno a příjmení</w:t>
            </w:r>
          </w:p>
        </w:tc>
        <w:tc>
          <w:tcPr>
            <w:tcW w:w="5812" w:type="dxa"/>
          </w:tcPr>
          <w:p w14:paraId="52167E4E" w14:textId="77777777" w:rsidR="00526EAB" w:rsidRPr="00F95FBD" w:rsidRDefault="00526EAB" w:rsidP="00F3022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26EAB" w:rsidRPr="00F95FBD" w14:paraId="245BB954"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278A8722" w14:textId="77777777" w:rsidR="00526EAB" w:rsidRPr="00F95FBD" w:rsidRDefault="00526EAB" w:rsidP="00F30229">
            <w:pPr>
              <w:pStyle w:val="Tabulka"/>
            </w:pPr>
            <w:r w:rsidRPr="00F95FBD">
              <w:t>Adresa</w:t>
            </w:r>
          </w:p>
        </w:tc>
        <w:tc>
          <w:tcPr>
            <w:tcW w:w="5812" w:type="dxa"/>
          </w:tcPr>
          <w:p w14:paraId="086EF939" w14:textId="77777777" w:rsidR="00526EAB" w:rsidRPr="00F95FBD" w:rsidRDefault="00526EAB"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26EAB" w:rsidRPr="00F95FBD" w14:paraId="22232439"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6DE19924" w14:textId="77777777" w:rsidR="00526EAB" w:rsidRPr="00F95FBD" w:rsidRDefault="00526EAB" w:rsidP="00F30229">
            <w:pPr>
              <w:pStyle w:val="Tabulka"/>
            </w:pPr>
            <w:r w:rsidRPr="00F95FBD">
              <w:t>E-mail</w:t>
            </w:r>
          </w:p>
        </w:tc>
        <w:tc>
          <w:tcPr>
            <w:tcW w:w="5812" w:type="dxa"/>
          </w:tcPr>
          <w:p w14:paraId="02BCDAD1" w14:textId="77777777" w:rsidR="00526EAB" w:rsidRPr="00F95FBD" w:rsidRDefault="00526EAB"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26EAB" w:rsidRPr="00F95FBD" w14:paraId="392D0D00"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39315D33" w14:textId="77777777" w:rsidR="00526EAB" w:rsidRPr="00F95FBD" w:rsidRDefault="00526EAB" w:rsidP="00F30229">
            <w:pPr>
              <w:pStyle w:val="Tabulka"/>
            </w:pPr>
            <w:r w:rsidRPr="00F95FBD">
              <w:t>Telefon</w:t>
            </w:r>
          </w:p>
        </w:tc>
        <w:tc>
          <w:tcPr>
            <w:tcW w:w="5812" w:type="dxa"/>
          </w:tcPr>
          <w:p w14:paraId="35D14ABD" w14:textId="77777777" w:rsidR="00526EAB" w:rsidRPr="00F95FBD" w:rsidRDefault="00526EAB"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E3C669" w14:textId="64B7212E" w:rsidR="00526EAB" w:rsidRDefault="00526EAB" w:rsidP="009841CA">
      <w:pPr>
        <w:pStyle w:val="Tabulka"/>
      </w:pPr>
    </w:p>
    <w:p w14:paraId="1705334D" w14:textId="78D708DC" w:rsidR="00526EAB" w:rsidRPr="00F95FBD" w:rsidRDefault="00526EAB" w:rsidP="00526EAB">
      <w:pPr>
        <w:pStyle w:val="Nadpistabulky"/>
        <w:rPr>
          <w:sz w:val="18"/>
          <w:szCs w:val="18"/>
        </w:rPr>
      </w:pPr>
      <w:r>
        <w:rPr>
          <w:sz w:val="18"/>
          <w:szCs w:val="18"/>
        </w:rPr>
        <w:t>S</w:t>
      </w:r>
      <w:r w:rsidRPr="00526EAB">
        <w:rPr>
          <w:sz w:val="18"/>
          <w:szCs w:val="18"/>
        </w:rPr>
        <w:t>pecialista pro restaurování nepolychromovaných nefigurálních uměleckořemeslných děl z kamene</w:t>
      </w:r>
    </w:p>
    <w:tbl>
      <w:tblPr>
        <w:tblStyle w:val="Tabulka10"/>
        <w:tblW w:w="8868" w:type="dxa"/>
        <w:tblLook w:val="04A0" w:firstRow="1" w:lastRow="0" w:firstColumn="1" w:lastColumn="0" w:noHBand="0" w:noVBand="1"/>
      </w:tblPr>
      <w:tblGrid>
        <w:gridCol w:w="3056"/>
        <w:gridCol w:w="5812"/>
      </w:tblGrid>
      <w:tr w:rsidR="00526EAB" w:rsidRPr="00F95FBD" w14:paraId="5A45919A" w14:textId="77777777" w:rsidTr="00F30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8DBF5B" w14:textId="77777777" w:rsidR="00526EAB" w:rsidRPr="00F95FBD" w:rsidRDefault="00526EAB" w:rsidP="00F30229">
            <w:pPr>
              <w:pStyle w:val="Tabulka"/>
              <w:rPr>
                <w:rStyle w:val="Nadpisvtabulce"/>
              </w:rPr>
            </w:pPr>
            <w:r w:rsidRPr="00F95FBD">
              <w:rPr>
                <w:rStyle w:val="Nadpisvtabulce"/>
              </w:rPr>
              <w:t>Jméno a příjmení</w:t>
            </w:r>
          </w:p>
        </w:tc>
        <w:tc>
          <w:tcPr>
            <w:tcW w:w="5812" w:type="dxa"/>
          </w:tcPr>
          <w:p w14:paraId="01F2CA3F" w14:textId="77777777" w:rsidR="00526EAB" w:rsidRPr="00F95FBD" w:rsidRDefault="00526EAB" w:rsidP="00F3022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26EAB" w:rsidRPr="00F95FBD" w14:paraId="7751FA20"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39EF9C10" w14:textId="77777777" w:rsidR="00526EAB" w:rsidRPr="00F95FBD" w:rsidRDefault="00526EAB" w:rsidP="00F30229">
            <w:pPr>
              <w:pStyle w:val="Tabulka"/>
            </w:pPr>
            <w:r w:rsidRPr="00F95FBD">
              <w:t>Adresa</w:t>
            </w:r>
          </w:p>
        </w:tc>
        <w:tc>
          <w:tcPr>
            <w:tcW w:w="5812" w:type="dxa"/>
          </w:tcPr>
          <w:p w14:paraId="3842D77F" w14:textId="77777777" w:rsidR="00526EAB" w:rsidRPr="00F95FBD" w:rsidRDefault="00526EAB"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26EAB" w:rsidRPr="00F95FBD" w14:paraId="752494C6"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1EF59969" w14:textId="77777777" w:rsidR="00526EAB" w:rsidRPr="00F95FBD" w:rsidRDefault="00526EAB" w:rsidP="00F30229">
            <w:pPr>
              <w:pStyle w:val="Tabulka"/>
            </w:pPr>
            <w:r w:rsidRPr="00F95FBD">
              <w:t>E-mail</w:t>
            </w:r>
          </w:p>
        </w:tc>
        <w:tc>
          <w:tcPr>
            <w:tcW w:w="5812" w:type="dxa"/>
          </w:tcPr>
          <w:p w14:paraId="4F0B0751" w14:textId="77777777" w:rsidR="00526EAB" w:rsidRPr="00F95FBD" w:rsidRDefault="00526EAB"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26EAB" w:rsidRPr="00F95FBD" w14:paraId="513036A9"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176C74C8" w14:textId="77777777" w:rsidR="00526EAB" w:rsidRPr="00F95FBD" w:rsidRDefault="00526EAB" w:rsidP="00F30229">
            <w:pPr>
              <w:pStyle w:val="Tabulka"/>
            </w:pPr>
            <w:r w:rsidRPr="00F95FBD">
              <w:lastRenderedPageBreak/>
              <w:t>Telefon</w:t>
            </w:r>
          </w:p>
        </w:tc>
        <w:tc>
          <w:tcPr>
            <w:tcW w:w="5812" w:type="dxa"/>
          </w:tcPr>
          <w:p w14:paraId="36C8D215" w14:textId="77777777" w:rsidR="00526EAB" w:rsidRPr="00F95FBD" w:rsidRDefault="00526EAB"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80DEB1" w14:textId="2873B5AA" w:rsidR="00526EAB" w:rsidRDefault="00526EAB" w:rsidP="009841CA">
      <w:pPr>
        <w:pStyle w:val="Tabulka"/>
      </w:pPr>
    </w:p>
    <w:p w14:paraId="7A0CF174" w14:textId="2F8A1FBC" w:rsidR="00526EAB" w:rsidRDefault="00526EAB" w:rsidP="009841CA">
      <w:pPr>
        <w:pStyle w:val="Tabulka"/>
      </w:pPr>
    </w:p>
    <w:p w14:paraId="60F02A1D" w14:textId="03359509" w:rsidR="00526EAB" w:rsidRDefault="00526EAB" w:rsidP="009841CA">
      <w:pPr>
        <w:pStyle w:val="Tabulka"/>
      </w:pPr>
    </w:p>
    <w:p w14:paraId="39A32CEC" w14:textId="77777777" w:rsidR="00526EAB" w:rsidRPr="00F95FBD" w:rsidRDefault="00526EAB" w:rsidP="009841CA">
      <w:pPr>
        <w:pStyle w:val="Tabulka"/>
      </w:pPr>
    </w:p>
    <w:p w14:paraId="04C093F1" w14:textId="18497143" w:rsidR="009841CA" w:rsidRPr="00F95FBD" w:rsidRDefault="00526EAB" w:rsidP="009841CA">
      <w:pPr>
        <w:pStyle w:val="Nadpistabulky"/>
        <w:rPr>
          <w:sz w:val="18"/>
          <w:szCs w:val="18"/>
        </w:rPr>
      </w:pPr>
      <w:r>
        <w:rPr>
          <w:sz w:val="18"/>
          <w:szCs w:val="18"/>
        </w:rPr>
        <w:t>S</w:t>
      </w:r>
      <w:r w:rsidRPr="00526EAB">
        <w:rPr>
          <w:sz w:val="18"/>
          <w:szCs w:val="18"/>
        </w:rPr>
        <w:t>pecialista pro restaurování nepolychromovaných nefigurálních uměleckořemeslných děl ze štuku nebo umělého kamene nebo sádry</w:t>
      </w:r>
    </w:p>
    <w:tbl>
      <w:tblPr>
        <w:tblStyle w:val="Tabulka10"/>
        <w:tblW w:w="8868" w:type="dxa"/>
        <w:tblLook w:val="04A0" w:firstRow="1" w:lastRow="0" w:firstColumn="1" w:lastColumn="0" w:noHBand="0" w:noVBand="1"/>
      </w:tblPr>
      <w:tblGrid>
        <w:gridCol w:w="3056"/>
        <w:gridCol w:w="5812"/>
      </w:tblGrid>
      <w:tr w:rsidR="009841CA" w:rsidRPr="00F95FBD" w14:paraId="06167C68" w14:textId="77777777" w:rsidTr="00F30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F83F98" w14:textId="77777777" w:rsidR="009841CA" w:rsidRPr="00F95FBD" w:rsidRDefault="009841CA" w:rsidP="00F30229">
            <w:pPr>
              <w:pStyle w:val="Tabulka"/>
              <w:rPr>
                <w:rStyle w:val="Nadpisvtabulce"/>
              </w:rPr>
            </w:pPr>
            <w:r w:rsidRPr="00F95FBD">
              <w:rPr>
                <w:rStyle w:val="Nadpisvtabulce"/>
              </w:rPr>
              <w:t>Jméno a příjmení</w:t>
            </w:r>
          </w:p>
        </w:tc>
        <w:tc>
          <w:tcPr>
            <w:tcW w:w="5812" w:type="dxa"/>
          </w:tcPr>
          <w:p w14:paraId="50AC8927" w14:textId="77777777" w:rsidR="009841CA" w:rsidRPr="00F95FBD" w:rsidRDefault="009841CA" w:rsidP="00F3022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841CA" w:rsidRPr="00F95FBD" w14:paraId="1DB3AD3E"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27AF5017" w14:textId="77777777" w:rsidR="009841CA" w:rsidRPr="00F95FBD" w:rsidRDefault="009841CA" w:rsidP="00F30229">
            <w:pPr>
              <w:pStyle w:val="Tabulka"/>
            </w:pPr>
            <w:r w:rsidRPr="00F95FBD">
              <w:t>Adresa</w:t>
            </w:r>
          </w:p>
        </w:tc>
        <w:tc>
          <w:tcPr>
            <w:tcW w:w="5812" w:type="dxa"/>
          </w:tcPr>
          <w:p w14:paraId="0BA03F93" w14:textId="77777777" w:rsidR="009841CA" w:rsidRPr="00F95FBD" w:rsidRDefault="009841CA"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841CA" w:rsidRPr="00F95FBD" w14:paraId="0E965291"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1109D7E7" w14:textId="77777777" w:rsidR="009841CA" w:rsidRPr="00F95FBD" w:rsidRDefault="009841CA" w:rsidP="00F30229">
            <w:pPr>
              <w:pStyle w:val="Tabulka"/>
            </w:pPr>
            <w:r w:rsidRPr="00F95FBD">
              <w:t>E-mail</w:t>
            </w:r>
          </w:p>
        </w:tc>
        <w:tc>
          <w:tcPr>
            <w:tcW w:w="5812" w:type="dxa"/>
          </w:tcPr>
          <w:p w14:paraId="41AC6B1F" w14:textId="77777777" w:rsidR="009841CA" w:rsidRPr="00F95FBD" w:rsidRDefault="009841CA"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841CA" w:rsidRPr="00F95FBD" w14:paraId="642722E1" w14:textId="77777777" w:rsidTr="00F30229">
        <w:tc>
          <w:tcPr>
            <w:cnfStyle w:val="001000000000" w:firstRow="0" w:lastRow="0" w:firstColumn="1" w:lastColumn="0" w:oddVBand="0" w:evenVBand="0" w:oddHBand="0" w:evenHBand="0" w:firstRowFirstColumn="0" w:firstRowLastColumn="0" w:lastRowFirstColumn="0" w:lastRowLastColumn="0"/>
            <w:tcW w:w="3056" w:type="dxa"/>
          </w:tcPr>
          <w:p w14:paraId="37EA3109" w14:textId="77777777" w:rsidR="009841CA" w:rsidRPr="00F95FBD" w:rsidRDefault="009841CA" w:rsidP="00F30229">
            <w:pPr>
              <w:pStyle w:val="Tabulka"/>
            </w:pPr>
            <w:r w:rsidRPr="00F95FBD">
              <w:t>Telefon</w:t>
            </w:r>
          </w:p>
        </w:tc>
        <w:tc>
          <w:tcPr>
            <w:tcW w:w="5812" w:type="dxa"/>
          </w:tcPr>
          <w:p w14:paraId="2E67EE21" w14:textId="77777777" w:rsidR="009841CA" w:rsidRPr="00F95FBD" w:rsidRDefault="009841CA" w:rsidP="00F302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706CE35D" w:rsidR="00392910" w:rsidRDefault="00392910" w:rsidP="00392910">
      <w:pPr>
        <w:pStyle w:val="Textbezodsazen"/>
      </w:pPr>
      <w:r>
        <w:t xml:space="preserve">V souladu s ustanovením pod-článku 14.2 Smluvních podmínek ke Smlouvě o dílo na zhotovení stavby </w:t>
      </w:r>
      <w:r w:rsidR="00D146B5">
        <w:t>„</w:t>
      </w:r>
      <w:r w:rsidR="00D146B5" w:rsidRPr="00647021">
        <w:t>Rekonstrukce výpravní budovy v žst. Teplice v Čechách</w:t>
      </w:r>
      <w:r w:rsidR="00D146B5">
        <w:t>“</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5FDB1A65" w14:textId="77777777" w:rsidR="00505B97" w:rsidRDefault="00505B97" w:rsidP="00392910">
      <w:pPr>
        <w:pStyle w:val="Textbezodsazen"/>
        <w:sectPr w:rsidR="00505B97"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1CF1C4" w14:textId="14657DAF" w:rsidR="00505B97" w:rsidRDefault="00505B97" w:rsidP="00392910">
      <w:pPr>
        <w:pStyle w:val="Textbezodsazen"/>
      </w:pPr>
    </w:p>
    <w:p w14:paraId="14934CC3" w14:textId="66D7CD1F" w:rsidR="00505B97" w:rsidRDefault="00505B97" w:rsidP="00505B97"/>
    <w:p w14:paraId="178B2D6D" w14:textId="77777777" w:rsidR="00505B97" w:rsidRPr="00505B97" w:rsidRDefault="00505B97" w:rsidP="00505B97">
      <w:pPr>
        <w:rPr>
          <w:b/>
        </w:rPr>
      </w:pPr>
      <w:r w:rsidRPr="00505B97">
        <w:rPr>
          <w:b/>
        </w:rPr>
        <w:t>Příloha č. 10</w:t>
      </w:r>
    </w:p>
    <w:p w14:paraId="515A6DD6" w14:textId="77777777" w:rsidR="00505B97" w:rsidRPr="00505B97" w:rsidRDefault="00505B97" w:rsidP="00505B97">
      <w:pPr>
        <w:rPr>
          <w:b/>
          <w:bCs/>
        </w:rPr>
      </w:pPr>
    </w:p>
    <w:p w14:paraId="15349BC6" w14:textId="77777777" w:rsidR="00505B97" w:rsidRPr="00505B97" w:rsidRDefault="00505B97" w:rsidP="00505B97">
      <w:pPr>
        <w:rPr>
          <w:b/>
          <w:bCs/>
        </w:rPr>
      </w:pPr>
      <w:r w:rsidRPr="00505B97">
        <w:rPr>
          <w:b/>
          <w:bCs/>
        </w:rPr>
        <w:t>Osvědčení Správy železnic o řádném poskytnutí a dokončení stavebních prací</w:t>
      </w:r>
    </w:p>
    <w:p w14:paraId="1E48C1D0" w14:textId="77777777" w:rsidR="00505B97" w:rsidRPr="00505B97" w:rsidRDefault="00505B97" w:rsidP="00505B97">
      <w:pPr>
        <w:rPr>
          <w:bCs/>
        </w:rPr>
      </w:pPr>
      <w:r w:rsidRPr="00505B97">
        <w:rPr>
          <w:bCs/>
        </w:rPr>
        <w:t>č.j. [●]</w:t>
      </w:r>
    </w:p>
    <w:tbl>
      <w:tblPr>
        <w:tblStyle w:val="Mkatabulky"/>
        <w:tblW w:w="5000" w:type="pct"/>
        <w:tblLook w:val="04A0" w:firstRow="1" w:lastRow="0" w:firstColumn="1" w:lastColumn="0" w:noHBand="0" w:noVBand="1"/>
      </w:tblPr>
      <w:tblGrid>
        <w:gridCol w:w="4454"/>
        <w:gridCol w:w="4266"/>
      </w:tblGrid>
      <w:tr w:rsidR="00505B97" w:rsidRPr="00505B97" w14:paraId="2BC70826" w14:textId="77777777" w:rsidTr="00846731">
        <w:tc>
          <w:tcPr>
            <w:tcW w:w="2554" w:type="pct"/>
            <w:shd w:val="clear" w:color="auto" w:fill="FFBFBF" w:themeFill="accent6" w:themeFillTint="33"/>
            <w:vAlign w:val="center"/>
          </w:tcPr>
          <w:p w14:paraId="68401BF5" w14:textId="77777777" w:rsidR="00505B97" w:rsidRPr="00505B97" w:rsidRDefault="00505B97" w:rsidP="00505B97">
            <w:pPr>
              <w:rPr>
                <w:b/>
                <w:bCs/>
                <w:vertAlign w:val="superscript"/>
              </w:rPr>
            </w:pPr>
            <w:r w:rsidRPr="00505B97">
              <w:rPr>
                <w:b/>
                <w:bCs/>
              </w:rPr>
              <w:t>Název zakázky:</w:t>
            </w:r>
          </w:p>
        </w:tc>
        <w:tc>
          <w:tcPr>
            <w:tcW w:w="2446" w:type="pct"/>
            <w:vAlign w:val="center"/>
          </w:tcPr>
          <w:p w14:paraId="7E7D6635" w14:textId="77777777" w:rsidR="00505B97" w:rsidRPr="00505B97" w:rsidRDefault="00505B97" w:rsidP="00505B97">
            <w:pPr>
              <w:rPr>
                <w:bCs/>
              </w:rPr>
            </w:pPr>
          </w:p>
        </w:tc>
      </w:tr>
      <w:tr w:rsidR="00505B97" w:rsidRPr="00505B97" w14:paraId="1EED624D" w14:textId="77777777" w:rsidTr="00846731">
        <w:tc>
          <w:tcPr>
            <w:tcW w:w="2554" w:type="pct"/>
            <w:shd w:val="clear" w:color="auto" w:fill="FFBFBF" w:themeFill="accent6" w:themeFillTint="33"/>
            <w:vAlign w:val="center"/>
          </w:tcPr>
          <w:p w14:paraId="0D906E41" w14:textId="77777777" w:rsidR="00505B97" w:rsidRPr="00505B97" w:rsidRDefault="00505B97" w:rsidP="00505B97">
            <w:pPr>
              <w:rPr>
                <w:b/>
                <w:bCs/>
                <w:vertAlign w:val="superscript"/>
              </w:rPr>
            </w:pPr>
            <w:r w:rsidRPr="00505B97">
              <w:rPr>
                <w:b/>
                <w:bCs/>
              </w:rPr>
              <w:t>Číslo smlouvy Správy železnic (CES):</w:t>
            </w:r>
          </w:p>
        </w:tc>
        <w:tc>
          <w:tcPr>
            <w:tcW w:w="2446" w:type="pct"/>
            <w:vAlign w:val="center"/>
          </w:tcPr>
          <w:p w14:paraId="78E25BEC" w14:textId="77777777" w:rsidR="00505B97" w:rsidRPr="00505B97" w:rsidRDefault="00505B97" w:rsidP="00505B97">
            <w:pPr>
              <w:rPr>
                <w:bCs/>
              </w:rPr>
            </w:pPr>
          </w:p>
        </w:tc>
      </w:tr>
      <w:tr w:rsidR="00505B97" w:rsidRPr="00505B97" w14:paraId="11ADC963" w14:textId="77777777" w:rsidTr="00846731">
        <w:tc>
          <w:tcPr>
            <w:tcW w:w="2554" w:type="pct"/>
            <w:shd w:val="clear" w:color="auto" w:fill="FFBFBF" w:themeFill="accent6" w:themeFillTint="33"/>
            <w:vAlign w:val="center"/>
          </w:tcPr>
          <w:p w14:paraId="13E0D74D" w14:textId="77777777" w:rsidR="00505B97" w:rsidRPr="00505B97" w:rsidRDefault="00505B97" w:rsidP="00505B97">
            <w:pPr>
              <w:rPr>
                <w:b/>
                <w:bCs/>
                <w:vertAlign w:val="superscript"/>
              </w:rPr>
            </w:pPr>
            <w:r w:rsidRPr="00505B97">
              <w:rPr>
                <w:b/>
                <w:bCs/>
              </w:rPr>
              <w:t>Objednatel:</w:t>
            </w:r>
          </w:p>
        </w:tc>
        <w:tc>
          <w:tcPr>
            <w:tcW w:w="2446" w:type="pct"/>
            <w:vAlign w:val="center"/>
          </w:tcPr>
          <w:p w14:paraId="33B068B5" w14:textId="77777777" w:rsidR="00505B97" w:rsidRPr="00505B97" w:rsidRDefault="00505B97" w:rsidP="00505B97">
            <w:pPr>
              <w:rPr>
                <w:bCs/>
              </w:rPr>
            </w:pPr>
          </w:p>
        </w:tc>
      </w:tr>
      <w:tr w:rsidR="00505B97" w:rsidRPr="00505B97" w14:paraId="751958A7" w14:textId="77777777" w:rsidTr="00846731">
        <w:tc>
          <w:tcPr>
            <w:tcW w:w="2554" w:type="pct"/>
            <w:shd w:val="clear" w:color="auto" w:fill="FFBFBF" w:themeFill="accent6" w:themeFillTint="33"/>
            <w:vAlign w:val="center"/>
          </w:tcPr>
          <w:p w14:paraId="5313A871" w14:textId="77777777" w:rsidR="00505B97" w:rsidRPr="00505B97" w:rsidRDefault="00505B97" w:rsidP="00505B97">
            <w:pPr>
              <w:rPr>
                <w:b/>
                <w:bCs/>
              </w:rPr>
            </w:pPr>
            <w:r w:rsidRPr="00505B97">
              <w:rPr>
                <w:b/>
                <w:bCs/>
              </w:rPr>
              <w:t>Datum zahájení prací:</w:t>
            </w:r>
          </w:p>
        </w:tc>
        <w:tc>
          <w:tcPr>
            <w:tcW w:w="2446" w:type="pct"/>
            <w:vAlign w:val="center"/>
          </w:tcPr>
          <w:p w14:paraId="3431C9D9" w14:textId="77777777" w:rsidR="00505B97" w:rsidRPr="00505B97" w:rsidRDefault="00505B97" w:rsidP="00505B97">
            <w:pPr>
              <w:rPr>
                <w:bCs/>
              </w:rPr>
            </w:pPr>
          </w:p>
        </w:tc>
      </w:tr>
      <w:tr w:rsidR="00505B97" w:rsidRPr="00505B97" w14:paraId="477F6006" w14:textId="77777777" w:rsidTr="00846731">
        <w:tc>
          <w:tcPr>
            <w:tcW w:w="2500" w:type="pct"/>
            <w:shd w:val="clear" w:color="auto" w:fill="FFBFBF" w:themeFill="accent6" w:themeFillTint="33"/>
            <w:vAlign w:val="center"/>
          </w:tcPr>
          <w:p w14:paraId="686B022A" w14:textId="77777777" w:rsidR="00505B97" w:rsidRPr="00505B97" w:rsidRDefault="00505B97" w:rsidP="00505B97">
            <w:pPr>
              <w:rPr>
                <w:bCs/>
              </w:rPr>
            </w:pPr>
            <w:r w:rsidRPr="00505B97">
              <w:rPr>
                <w:b/>
                <w:bCs/>
              </w:rPr>
              <w:t>Datum dokončení prací</w:t>
            </w:r>
            <w:r w:rsidRPr="00505B97">
              <w:rPr>
                <w:bCs/>
              </w:rPr>
              <w:t xml:space="preserve"> (stavebních nebo technologických):</w:t>
            </w:r>
          </w:p>
        </w:tc>
        <w:tc>
          <w:tcPr>
            <w:tcW w:w="2446" w:type="pct"/>
            <w:vAlign w:val="center"/>
          </w:tcPr>
          <w:p w14:paraId="6C3EFD11" w14:textId="77777777" w:rsidR="00505B97" w:rsidRPr="00505B97" w:rsidRDefault="00505B97" w:rsidP="00505B97">
            <w:pPr>
              <w:rPr>
                <w:bCs/>
              </w:rPr>
            </w:pPr>
          </w:p>
        </w:tc>
      </w:tr>
      <w:tr w:rsidR="00505B97" w:rsidRPr="00505B97" w14:paraId="4AE8D8A3" w14:textId="77777777" w:rsidTr="00846731">
        <w:tc>
          <w:tcPr>
            <w:tcW w:w="2500" w:type="pct"/>
            <w:shd w:val="clear" w:color="auto" w:fill="FFBFBF" w:themeFill="accent6" w:themeFillTint="33"/>
            <w:vAlign w:val="center"/>
          </w:tcPr>
          <w:p w14:paraId="7C93A0EA" w14:textId="77777777" w:rsidR="00505B97" w:rsidRPr="00505B97" w:rsidRDefault="00505B97" w:rsidP="00505B97">
            <w:pPr>
              <w:rPr>
                <w:b/>
                <w:bCs/>
              </w:rPr>
            </w:pPr>
            <w:r w:rsidRPr="00505B97">
              <w:rPr>
                <w:b/>
                <w:bCs/>
              </w:rPr>
              <w:t>Uvedení poslední části stavby do zkušebního provozu:</w:t>
            </w:r>
          </w:p>
        </w:tc>
        <w:tc>
          <w:tcPr>
            <w:tcW w:w="2446" w:type="pct"/>
            <w:vAlign w:val="center"/>
          </w:tcPr>
          <w:p w14:paraId="46912FF0" w14:textId="77777777" w:rsidR="00505B97" w:rsidRPr="00505B97" w:rsidRDefault="00505B97" w:rsidP="00505B97">
            <w:pPr>
              <w:rPr>
                <w:bCs/>
              </w:rPr>
            </w:pPr>
          </w:p>
        </w:tc>
      </w:tr>
      <w:tr w:rsidR="00505B97" w:rsidRPr="00505B97" w14:paraId="0F5488EB" w14:textId="77777777" w:rsidTr="00846731">
        <w:tc>
          <w:tcPr>
            <w:tcW w:w="2500" w:type="pct"/>
            <w:shd w:val="clear" w:color="auto" w:fill="FFBFBF" w:themeFill="accent6" w:themeFillTint="33"/>
            <w:vAlign w:val="center"/>
          </w:tcPr>
          <w:p w14:paraId="61CBC5DF" w14:textId="77777777" w:rsidR="00505B97" w:rsidRPr="00505B97" w:rsidRDefault="00505B97" w:rsidP="00505B97">
            <w:pPr>
              <w:rPr>
                <w:bCs/>
              </w:rPr>
            </w:pPr>
            <w:r w:rsidRPr="00505B97">
              <w:rPr>
                <w:b/>
                <w:bCs/>
              </w:rPr>
              <w:t>Datum dokončení díla</w:t>
            </w:r>
            <w:r w:rsidRPr="00505B97">
              <w:rPr>
                <w:bCs/>
              </w:rPr>
              <w:t xml:space="preserve"> (vč. dokumentace):</w:t>
            </w:r>
          </w:p>
        </w:tc>
        <w:tc>
          <w:tcPr>
            <w:tcW w:w="2446" w:type="pct"/>
            <w:vAlign w:val="center"/>
          </w:tcPr>
          <w:p w14:paraId="6172E1FD" w14:textId="77777777" w:rsidR="00505B97" w:rsidRPr="00505B97" w:rsidRDefault="00505B97" w:rsidP="00505B97">
            <w:pPr>
              <w:rPr>
                <w:bCs/>
              </w:rPr>
            </w:pPr>
          </w:p>
        </w:tc>
      </w:tr>
      <w:tr w:rsidR="00505B97" w:rsidRPr="00505B97" w14:paraId="2D27E574" w14:textId="77777777" w:rsidTr="00846731">
        <w:tc>
          <w:tcPr>
            <w:tcW w:w="2500" w:type="pct"/>
            <w:shd w:val="clear" w:color="auto" w:fill="FFBFBF" w:themeFill="accent6" w:themeFillTint="33"/>
            <w:vAlign w:val="center"/>
          </w:tcPr>
          <w:p w14:paraId="39156953" w14:textId="77777777" w:rsidR="00505B97" w:rsidRPr="00505B97" w:rsidRDefault="00505B97" w:rsidP="00505B97">
            <w:pPr>
              <w:rPr>
                <w:bCs/>
              </w:rPr>
            </w:pPr>
            <w:r w:rsidRPr="00505B97">
              <w:rPr>
                <w:b/>
                <w:bCs/>
              </w:rPr>
              <w:t>Konečná cena díla celkem</w:t>
            </w:r>
            <w:r w:rsidRPr="00505B97">
              <w:rPr>
                <w:bCs/>
              </w:rPr>
              <w:t xml:space="preserve"> v Kč:</w:t>
            </w:r>
          </w:p>
        </w:tc>
        <w:tc>
          <w:tcPr>
            <w:tcW w:w="2446" w:type="pct"/>
            <w:vAlign w:val="center"/>
          </w:tcPr>
          <w:p w14:paraId="057679B6" w14:textId="04D4C3D0" w:rsidR="00030E78" w:rsidRDefault="00030E78" w:rsidP="00505B97">
            <w:pPr>
              <w:rPr>
                <w:bCs/>
              </w:rPr>
            </w:pPr>
          </w:p>
          <w:p w14:paraId="6BE16741" w14:textId="77777777" w:rsidR="00030E78" w:rsidRPr="00030E78" w:rsidRDefault="00030E78" w:rsidP="00030E78"/>
          <w:p w14:paraId="45EF695D" w14:textId="77777777" w:rsidR="00030E78" w:rsidRPr="00030E78" w:rsidRDefault="00030E78" w:rsidP="00030E78"/>
          <w:p w14:paraId="6DEC6507" w14:textId="77777777" w:rsidR="00030E78" w:rsidRPr="00030E78" w:rsidRDefault="00030E78" w:rsidP="00030E78"/>
          <w:p w14:paraId="33580FA8" w14:textId="77777777" w:rsidR="00030E78" w:rsidRPr="00030E78" w:rsidRDefault="00030E78" w:rsidP="00030E78"/>
          <w:p w14:paraId="20AED679" w14:textId="77777777" w:rsidR="00030E78" w:rsidRPr="00030E78" w:rsidRDefault="00030E78" w:rsidP="00030E78"/>
          <w:p w14:paraId="6FFC3D73" w14:textId="77777777" w:rsidR="00030E78" w:rsidRPr="00030E78" w:rsidRDefault="00030E78" w:rsidP="00030E78"/>
          <w:p w14:paraId="1B32C0DD" w14:textId="77777777" w:rsidR="00030E78" w:rsidRPr="00030E78" w:rsidRDefault="00030E78" w:rsidP="00030E78"/>
          <w:p w14:paraId="5D05B9A3" w14:textId="77777777" w:rsidR="00030E78" w:rsidRPr="00030E78" w:rsidRDefault="00030E78" w:rsidP="00030E78"/>
          <w:p w14:paraId="4B36CB3F" w14:textId="77777777" w:rsidR="00030E78" w:rsidRPr="00030E78" w:rsidRDefault="00030E78" w:rsidP="00030E78"/>
          <w:p w14:paraId="3A9779EC" w14:textId="77777777" w:rsidR="00030E78" w:rsidRPr="00030E78" w:rsidRDefault="00030E78" w:rsidP="00030E78"/>
          <w:p w14:paraId="3CFD58A4" w14:textId="77777777" w:rsidR="00030E78" w:rsidRPr="00030E78" w:rsidRDefault="00030E78" w:rsidP="00030E78"/>
          <w:p w14:paraId="1810CAB7" w14:textId="77777777" w:rsidR="00030E78" w:rsidRPr="00030E78" w:rsidRDefault="00030E78" w:rsidP="00030E78"/>
          <w:p w14:paraId="6CFA4DD2" w14:textId="77777777" w:rsidR="00030E78" w:rsidRPr="00030E78" w:rsidRDefault="00030E78" w:rsidP="00030E78"/>
          <w:p w14:paraId="7168BB35" w14:textId="573D7D3C" w:rsidR="00505B97" w:rsidRPr="00030E78" w:rsidRDefault="00505B97" w:rsidP="00030E78"/>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505B97" w:rsidRPr="00505B97" w14:paraId="1F456BE9" w14:textId="77777777" w:rsidTr="0084673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E9A5EAA" w14:textId="77777777" w:rsidR="00505B97" w:rsidRPr="00505B97" w:rsidRDefault="00505B97" w:rsidP="00505B97">
            <w:pPr>
              <w:rPr>
                <w:b/>
                <w:bCs/>
                <w:vertAlign w:val="superscript"/>
              </w:rPr>
            </w:pPr>
            <w:r w:rsidRPr="00505B97">
              <w:rPr>
                <w:b/>
                <w:bCs/>
              </w:rPr>
              <w:lastRenderedPageBreak/>
              <w:t>Zhotovitel díla</w:t>
            </w:r>
            <w:r w:rsidRPr="00505B97">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332EA38F" w14:textId="77777777" w:rsidR="00505B97" w:rsidRPr="00505B97" w:rsidRDefault="00505B97" w:rsidP="00505B97">
            <w:pPr>
              <w:rPr>
                <w:bCs/>
              </w:rPr>
            </w:pPr>
          </w:p>
        </w:tc>
      </w:tr>
      <w:tr w:rsidR="00505B97" w:rsidRPr="00505B97" w14:paraId="76F59272" w14:textId="77777777" w:rsidTr="0084673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5497DA5" w14:textId="77777777" w:rsidR="00505B97" w:rsidRPr="00505B97" w:rsidRDefault="00505B97" w:rsidP="00505B97">
            <w:pPr>
              <w:rPr>
                <w:b/>
                <w:bCs/>
                <w:vertAlign w:val="superscript"/>
              </w:rPr>
            </w:pPr>
            <w:r w:rsidRPr="00505B97">
              <w:rPr>
                <w:b/>
                <w:bCs/>
              </w:rPr>
              <w:t>Správce/vedoucí společník</w:t>
            </w:r>
            <w:r w:rsidRPr="00505B97">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F65FF08" w14:textId="77777777" w:rsidR="00505B97" w:rsidRPr="00505B97" w:rsidRDefault="00505B97" w:rsidP="00505B97">
            <w:pPr>
              <w:rPr>
                <w:bCs/>
              </w:rPr>
            </w:pPr>
          </w:p>
        </w:tc>
      </w:tr>
      <w:tr w:rsidR="00505B97" w:rsidRPr="00505B97" w14:paraId="5F2842EB" w14:textId="77777777" w:rsidTr="0084673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60016A0" w14:textId="77777777" w:rsidR="00505B97" w:rsidRPr="00505B97" w:rsidRDefault="00505B97" w:rsidP="00505B97">
            <w:pPr>
              <w:rPr>
                <w:b/>
                <w:bCs/>
                <w:vertAlign w:val="superscript"/>
              </w:rPr>
            </w:pPr>
            <w:r w:rsidRPr="00505B97">
              <w:rPr>
                <w:b/>
                <w:bCs/>
              </w:rPr>
              <w:t>Další společník</w:t>
            </w:r>
            <w:r w:rsidRPr="00505B97">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C70D1AB" w14:textId="77777777" w:rsidR="00505B97" w:rsidRPr="00505B97" w:rsidRDefault="00505B97" w:rsidP="00505B97">
            <w:pPr>
              <w:rPr>
                <w:bCs/>
              </w:rPr>
            </w:pPr>
          </w:p>
        </w:tc>
      </w:tr>
      <w:tr w:rsidR="00505B97" w:rsidRPr="00505B97" w14:paraId="74C6BCDF" w14:textId="77777777" w:rsidTr="0084673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69C1B3F" w14:textId="77777777" w:rsidR="00505B97" w:rsidRPr="00505B97" w:rsidRDefault="00505B97" w:rsidP="00505B97">
            <w:pPr>
              <w:rPr>
                <w:b/>
                <w:bCs/>
                <w:vertAlign w:val="superscript"/>
              </w:rPr>
            </w:pPr>
            <w:r w:rsidRPr="00505B97">
              <w:rPr>
                <w:b/>
                <w:bCs/>
              </w:rPr>
              <w:t>Další společník</w:t>
            </w:r>
            <w:r w:rsidRPr="00505B97">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DCE0C9D" w14:textId="77777777" w:rsidR="00505B97" w:rsidRPr="00505B97" w:rsidRDefault="00505B97" w:rsidP="00505B97">
            <w:pPr>
              <w:rPr>
                <w:bCs/>
              </w:rPr>
            </w:pPr>
          </w:p>
        </w:tc>
      </w:tr>
      <w:tr w:rsidR="00505B97" w:rsidRPr="00505B97" w14:paraId="0E43ABB8" w14:textId="77777777" w:rsidTr="0084673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748AF0D" w14:textId="77777777" w:rsidR="00505B97" w:rsidRPr="00505B97" w:rsidRDefault="00505B97" w:rsidP="00505B97">
            <w:pPr>
              <w:rPr>
                <w:b/>
                <w:bCs/>
                <w:vertAlign w:val="superscript"/>
              </w:rPr>
            </w:pPr>
            <w:r w:rsidRPr="00505B97">
              <w:rPr>
                <w:b/>
                <w:bCs/>
              </w:rPr>
              <w:t>Další společník</w:t>
            </w:r>
            <w:r w:rsidRPr="00505B97">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A7038E7" w14:textId="77777777" w:rsidR="00505B97" w:rsidRPr="00505B97" w:rsidRDefault="00505B97" w:rsidP="00505B97">
            <w:pPr>
              <w:rPr>
                <w:bCs/>
              </w:rPr>
            </w:pPr>
          </w:p>
        </w:tc>
      </w:tr>
      <w:tr w:rsidR="00505B97" w:rsidRPr="00505B97" w14:paraId="3A5328DC" w14:textId="77777777" w:rsidTr="0084673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51F755A" w14:textId="77777777" w:rsidR="00505B97" w:rsidRPr="00505B97" w:rsidRDefault="00505B97" w:rsidP="00505B97">
            <w:pPr>
              <w:rPr>
                <w:b/>
                <w:bCs/>
                <w:vertAlign w:val="superscript"/>
              </w:rPr>
            </w:pPr>
            <w:r w:rsidRPr="00505B97">
              <w:rPr>
                <w:b/>
                <w:bCs/>
              </w:rPr>
              <w:t>Další společník</w:t>
            </w:r>
            <w:r w:rsidRPr="00505B97">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E5F0C9" w14:textId="77777777" w:rsidR="00505B97" w:rsidRPr="00505B97" w:rsidRDefault="00505B97" w:rsidP="00505B97">
            <w:pPr>
              <w:rPr>
                <w:bCs/>
              </w:rPr>
            </w:pPr>
          </w:p>
        </w:tc>
      </w:tr>
      <w:tr w:rsidR="00505B97" w:rsidRPr="00505B97" w14:paraId="6F0CE7E5" w14:textId="77777777" w:rsidTr="00846731">
        <w:tc>
          <w:tcPr>
            <w:tcW w:w="2500" w:type="pct"/>
            <w:tcBorders>
              <w:top w:val="single" w:sz="4" w:space="0" w:color="auto"/>
              <w:bottom w:val="nil"/>
              <w:right w:val="nil"/>
            </w:tcBorders>
            <w:shd w:val="clear" w:color="auto" w:fill="auto"/>
            <w:vAlign w:val="center"/>
          </w:tcPr>
          <w:p w14:paraId="23535199" w14:textId="77777777" w:rsidR="00505B97" w:rsidRPr="00505B97" w:rsidRDefault="00505B97" w:rsidP="00505B97">
            <w:pPr>
              <w:rPr>
                <w:b/>
                <w:bCs/>
              </w:rPr>
            </w:pPr>
          </w:p>
        </w:tc>
        <w:tc>
          <w:tcPr>
            <w:tcW w:w="2481" w:type="pct"/>
            <w:tcBorders>
              <w:top w:val="single" w:sz="4" w:space="0" w:color="auto"/>
              <w:left w:val="nil"/>
              <w:bottom w:val="nil"/>
            </w:tcBorders>
            <w:shd w:val="clear" w:color="auto" w:fill="auto"/>
            <w:vAlign w:val="center"/>
          </w:tcPr>
          <w:p w14:paraId="4E6E0D9C" w14:textId="77777777" w:rsidR="00505B97" w:rsidRPr="00505B97" w:rsidRDefault="00505B97" w:rsidP="00505B97">
            <w:pPr>
              <w:rPr>
                <w:bCs/>
              </w:rPr>
            </w:pPr>
          </w:p>
        </w:tc>
      </w:tr>
    </w:tbl>
    <w:p w14:paraId="5D292E4E" w14:textId="77777777" w:rsidR="00505B97" w:rsidRPr="00505B97" w:rsidRDefault="00505B97" w:rsidP="00505B97">
      <w:pPr>
        <w:rPr>
          <w:b/>
          <w:bCs/>
        </w:rPr>
      </w:pPr>
    </w:p>
    <w:tbl>
      <w:tblPr>
        <w:tblStyle w:val="Mkatabulky"/>
        <w:tblW w:w="0" w:type="auto"/>
        <w:tblLook w:val="04A0" w:firstRow="1" w:lastRow="0" w:firstColumn="1" w:lastColumn="0" w:noHBand="0" w:noVBand="1"/>
      </w:tblPr>
      <w:tblGrid>
        <w:gridCol w:w="2950"/>
        <w:gridCol w:w="2885"/>
        <w:gridCol w:w="2885"/>
      </w:tblGrid>
      <w:tr w:rsidR="00505B97" w:rsidRPr="00505B97" w14:paraId="22996710" w14:textId="77777777" w:rsidTr="00846731">
        <w:tc>
          <w:tcPr>
            <w:tcW w:w="2950" w:type="dxa"/>
            <w:shd w:val="clear" w:color="auto" w:fill="FFBFBF" w:themeFill="accent6" w:themeFillTint="33"/>
          </w:tcPr>
          <w:p w14:paraId="0FE258C1" w14:textId="77777777" w:rsidR="00505B97" w:rsidRPr="00505B97" w:rsidRDefault="00505B97" w:rsidP="00505B97">
            <w:pPr>
              <w:rPr>
                <w:bCs/>
              </w:rPr>
            </w:pPr>
            <w:r w:rsidRPr="00505B97">
              <w:rPr>
                <w:b/>
                <w:bCs/>
              </w:rPr>
              <w:t>Identifikace poddodavatele</w:t>
            </w:r>
            <w:r w:rsidRPr="00505B97">
              <w:rPr>
                <w:bCs/>
              </w:rPr>
              <w:t xml:space="preserve"> (obchodní firma, sídlo a IČO)</w:t>
            </w:r>
          </w:p>
        </w:tc>
        <w:tc>
          <w:tcPr>
            <w:tcW w:w="2885" w:type="dxa"/>
            <w:shd w:val="clear" w:color="auto" w:fill="FFBFBF" w:themeFill="accent6" w:themeFillTint="33"/>
          </w:tcPr>
          <w:p w14:paraId="7973A599" w14:textId="77777777" w:rsidR="00505B97" w:rsidRPr="00505B97" w:rsidRDefault="00505B97" w:rsidP="00505B97">
            <w:pPr>
              <w:rPr>
                <w:bCs/>
              </w:rPr>
            </w:pPr>
            <w:r w:rsidRPr="00505B97">
              <w:rPr>
                <w:b/>
                <w:bCs/>
              </w:rPr>
              <w:t>Věcný rozsah poddodávky</w:t>
            </w:r>
            <w:r w:rsidRPr="00505B97">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64A4D557" w14:textId="77777777" w:rsidR="00505B97" w:rsidRPr="00505B97" w:rsidRDefault="00505B97" w:rsidP="00505B97">
            <w:pPr>
              <w:rPr>
                <w:bCs/>
              </w:rPr>
            </w:pPr>
            <w:r w:rsidRPr="00505B97">
              <w:rPr>
                <w:b/>
                <w:bCs/>
              </w:rPr>
              <w:t>Hodnota poddodávky</w:t>
            </w:r>
            <w:r w:rsidRPr="00505B97">
              <w:rPr>
                <w:bCs/>
              </w:rPr>
              <w:t xml:space="preserve"> v % ze smluvní ceny díla a konkrétní částka v Kč </w:t>
            </w:r>
          </w:p>
        </w:tc>
      </w:tr>
      <w:tr w:rsidR="00505B97" w:rsidRPr="00505B97" w14:paraId="77869A30" w14:textId="77777777" w:rsidTr="00846731">
        <w:tc>
          <w:tcPr>
            <w:tcW w:w="2950" w:type="dxa"/>
            <w:vAlign w:val="center"/>
          </w:tcPr>
          <w:p w14:paraId="72139F56" w14:textId="77777777" w:rsidR="00505B97" w:rsidRPr="00505B97" w:rsidRDefault="00505B97" w:rsidP="00505B97">
            <w:pPr>
              <w:rPr>
                <w:bCs/>
              </w:rPr>
            </w:pPr>
          </w:p>
        </w:tc>
        <w:tc>
          <w:tcPr>
            <w:tcW w:w="2885" w:type="dxa"/>
            <w:vAlign w:val="center"/>
          </w:tcPr>
          <w:p w14:paraId="75D48DDD" w14:textId="77777777" w:rsidR="00505B97" w:rsidRPr="00505B97" w:rsidRDefault="00505B97" w:rsidP="00505B97">
            <w:pPr>
              <w:rPr>
                <w:bCs/>
              </w:rPr>
            </w:pPr>
          </w:p>
        </w:tc>
        <w:tc>
          <w:tcPr>
            <w:tcW w:w="2885" w:type="dxa"/>
            <w:vAlign w:val="center"/>
          </w:tcPr>
          <w:p w14:paraId="76535F94" w14:textId="77777777" w:rsidR="00505B97" w:rsidRPr="00505B97" w:rsidRDefault="00505B97" w:rsidP="00505B97">
            <w:pPr>
              <w:rPr>
                <w:bCs/>
              </w:rPr>
            </w:pPr>
          </w:p>
        </w:tc>
      </w:tr>
      <w:tr w:rsidR="00505B97" w:rsidRPr="00505B97" w14:paraId="5411A214" w14:textId="77777777" w:rsidTr="00846731">
        <w:tc>
          <w:tcPr>
            <w:tcW w:w="2950" w:type="dxa"/>
            <w:vAlign w:val="center"/>
          </w:tcPr>
          <w:p w14:paraId="01D61329" w14:textId="77777777" w:rsidR="00505B97" w:rsidRPr="00505B97" w:rsidRDefault="00505B97" w:rsidP="00505B97">
            <w:pPr>
              <w:rPr>
                <w:bCs/>
              </w:rPr>
            </w:pPr>
          </w:p>
        </w:tc>
        <w:tc>
          <w:tcPr>
            <w:tcW w:w="2885" w:type="dxa"/>
            <w:vAlign w:val="center"/>
          </w:tcPr>
          <w:p w14:paraId="0CA9B8C8" w14:textId="77777777" w:rsidR="00505B97" w:rsidRPr="00505B97" w:rsidRDefault="00505B97" w:rsidP="00505B97">
            <w:pPr>
              <w:rPr>
                <w:bCs/>
              </w:rPr>
            </w:pPr>
          </w:p>
        </w:tc>
        <w:tc>
          <w:tcPr>
            <w:tcW w:w="2885" w:type="dxa"/>
            <w:vAlign w:val="center"/>
          </w:tcPr>
          <w:p w14:paraId="66227C91" w14:textId="77777777" w:rsidR="00505B97" w:rsidRPr="00505B97" w:rsidRDefault="00505B97" w:rsidP="00505B97">
            <w:pPr>
              <w:rPr>
                <w:bCs/>
              </w:rPr>
            </w:pPr>
          </w:p>
        </w:tc>
      </w:tr>
      <w:tr w:rsidR="00505B97" w:rsidRPr="00505B97" w14:paraId="45EE6837" w14:textId="77777777" w:rsidTr="00846731">
        <w:tc>
          <w:tcPr>
            <w:tcW w:w="2950" w:type="dxa"/>
            <w:vAlign w:val="center"/>
          </w:tcPr>
          <w:p w14:paraId="4383BAE6" w14:textId="77777777" w:rsidR="00505B97" w:rsidRPr="00505B97" w:rsidRDefault="00505B97" w:rsidP="00505B97">
            <w:pPr>
              <w:rPr>
                <w:bCs/>
              </w:rPr>
            </w:pPr>
          </w:p>
        </w:tc>
        <w:tc>
          <w:tcPr>
            <w:tcW w:w="2885" w:type="dxa"/>
            <w:vAlign w:val="center"/>
          </w:tcPr>
          <w:p w14:paraId="2FA5D708" w14:textId="77777777" w:rsidR="00505B97" w:rsidRPr="00505B97" w:rsidRDefault="00505B97" w:rsidP="00505B97">
            <w:pPr>
              <w:rPr>
                <w:bCs/>
              </w:rPr>
            </w:pPr>
          </w:p>
        </w:tc>
        <w:tc>
          <w:tcPr>
            <w:tcW w:w="2885" w:type="dxa"/>
            <w:vAlign w:val="center"/>
          </w:tcPr>
          <w:p w14:paraId="083720B5" w14:textId="77777777" w:rsidR="00505B97" w:rsidRPr="00505B97" w:rsidRDefault="00505B97" w:rsidP="00505B97">
            <w:pPr>
              <w:rPr>
                <w:bCs/>
              </w:rPr>
            </w:pPr>
          </w:p>
        </w:tc>
      </w:tr>
      <w:tr w:rsidR="00505B97" w:rsidRPr="00505B97" w14:paraId="66E1739F" w14:textId="77777777" w:rsidTr="00846731">
        <w:tc>
          <w:tcPr>
            <w:tcW w:w="2950" w:type="dxa"/>
            <w:vAlign w:val="center"/>
          </w:tcPr>
          <w:p w14:paraId="6620E31D" w14:textId="77777777" w:rsidR="00505B97" w:rsidRPr="00505B97" w:rsidRDefault="00505B97" w:rsidP="00505B97">
            <w:pPr>
              <w:rPr>
                <w:bCs/>
              </w:rPr>
            </w:pPr>
          </w:p>
        </w:tc>
        <w:tc>
          <w:tcPr>
            <w:tcW w:w="2885" w:type="dxa"/>
            <w:vAlign w:val="center"/>
          </w:tcPr>
          <w:p w14:paraId="16B5C746" w14:textId="77777777" w:rsidR="00505B97" w:rsidRPr="00505B97" w:rsidRDefault="00505B97" w:rsidP="00505B97">
            <w:pPr>
              <w:rPr>
                <w:bCs/>
              </w:rPr>
            </w:pPr>
          </w:p>
        </w:tc>
        <w:tc>
          <w:tcPr>
            <w:tcW w:w="2885" w:type="dxa"/>
            <w:vAlign w:val="center"/>
          </w:tcPr>
          <w:p w14:paraId="56AA85F2" w14:textId="77777777" w:rsidR="00505B97" w:rsidRPr="00505B97" w:rsidRDefault="00505B97" w:rsidP="00505B97">
            <w:pPr>
              <w:rPr>
                <w:bCs/>
              </w:rPr>
            </w:pPr>
          </w:p>
        </w:tc>
      </w:tr>
    </w:tbl>
    <w:p w14:paraId="721D8B60" w14:textId="77777777" w:rsidR="00505B97" w:rsidRPr="00505B97" w:rsidRDefault="00505B97" w:rsidP="00505B97">
      <w:pPr>
        <w:rPr>
          <w:b/>
          <w:bCs/>
        </w:rPr>
      </w:pPr>
    </w:p>
    <w:tbl>
      <w:tblPr>
        <w:tblStyle w:val="Mkatabulky"/>
        <w:tblW w:w="5000" w:type="pct"/>
        <w:tblLook w:val="04A0" w:firstRow="1" w:lastRow="0" w:firstColumn="1" w:lastColumn="0" w:noHBand="0" w:noVBand="1"/>
      </w:tblPr>
      <w:tblGrid>
        <w:gridCol w:w="5874"/>
        <w:gridCol w:w="2846"/>
      </w:tblGrid>
      <w:tr w:rsidR="00505B97" w:rsidRPr="00505B97" w14:paraId="3019EA41" w14:textId="77777777" w:rsidTr="00846731">
        <w:tc>
          <w:tcPr>
            <w:tcW w:w="5874" w:type="dxa"/>
            <w:shd w:val="clear" w:color="auto" w:fill="FFBFBF" w:themeFill="accent6" w:themeFillTint="33"/>
            <w:vAlign w:val="center"/>
          </w:tcPr>
          <w:p w14:paraId="7278E24D" w14:textId="77777777" w:rsidR="00505B97" w:rsidRPr="00505B97" w:rsidRDefault="00505B97" w:rsidP="00505B97">
            <w:pPr>
              <w:rPr>
                <w:b/>
                <w:bCs/>
              </w:rPr>
            </w:pPr>
            <w:r w:rsidRPr="00505B97">
              <w:rPr>
                <w:b/>
                <w:bCs/>
              </w:rPr>
              <w:t>Rozsah prací:</w:t>
            </w:r>
          </w:p>
          <w:p w14:paraId="228E8AB4" w14:textId="77777777" w:rsidR="00505B97" w:rsidRPr="00505B97" w:rsidRDefault="00505B97" w:rsidP="00505B97">
            <w:pPr>
              <w:rPr>
                <w:bCs/>
              </w:rPr>
            </w:pPr>
            <w:r w:rsidRPr="00505B97">
              <w:rPr>
                <w:bCs/>
              </w:rPr>
              <w:t>(dle předmětu díla / předmětu plnění VZ)</w:t>
            </w:r>
          </w:p>
        </w:tc>
        <w:tc>
          <w:tcPr>
            <w:tcW w:w="2910" w:type="dxa"/>
            <w:vAlign w:val="center"/>
          </w:tcPr>
          <w:p w14:paraId="516BD011" w14:textId="77777777" w:rsidR="00505B97" w:rsidRPr="00505B97" w:rsidRDefault="00505B97" w:rsidP="00505B97">
            <w:pPr>
              <w:rPr>
                <w:bCs/>
              </w:rPr>
            </w:pPr>
          </w:p>
        </w:tc>
      </w:tr>
      <w:tr w:rsidR="00505B97" w:rsidRPr="00505B97" w14:paraId="7E60F9D7" w14:textId="77777777" w:rsidTr="00846731">
        <w:tc>
          <w:tcPr>
            <w:tcW w:w="5874" w:type="dxa"/>
            <w:shd w:val="clear" w:color="auto" w:fill="FFBFBF" w:themeFill="accent6" w:themeFillTint="33"/>
            <w:vAlign w:val="center"/>
          </w:tcPr>
          <w:p w14:paraId="6D3C7D6D" w14:textId="77777777" w:rsidR="00505B97" w:rsidRPr="00505B97" w:rsidRDefault="00505B97" w:rsidP="00505B97">
            <w:pPr>
              <w:rPr>
                <w:bCs/>
              </w:rPr>
            </w:pPr>
            <w:r w:rsidRPr="00505B97">
              <w:rPr>
                <w:b/>
                <w:bCs/>
              </w:rPr>
              <w:t>Charakter prací</w:t>
            </w:r>
            <w:r w:rsidRPr="00505B97">
              <w:rPr>
                <w:bCs/>
              </w:rPr>
              <w:t xml:space="preserve"> (oprava/údržba/modernizace/rekonstrukce/novostavba)</w:t>
            </w:r>
          </w:p>
        </w:tc>
        <w:tc>
          <w:tcPr>
            <w:tcW w:w="2910" w:type="dxa"/>
            <w:vAlign w:val="center"/>
          </w:tcPr>
          <w:p w14:paraId="44A4B92E" w14:textId="77777777" w:rsidR="00505B97" w:rsidRPr="00505B97" w:rsidRDefault="00505B97" w:rsidP="00505B97">
            <w:pPr>
              <w:rPr>
                <w:bCs/>
              </w:rPr>
            </w:pPr>
          </w:p>
        </w:tc>
      </w:tr>
      <w:tr w:rsidR="00505B97" w:rsidRPr="00505B97" w14:paraId="7A9F3620" w14:textId="77777777" w:rsidTr="00846731">
        <w:tc>
          <w:tcPr>
            <w:tcW w:w="5874" w:type="dxa"/>
            <w:shd w:val="clear" w:color="auto" w:fill="FFBFBF" w:themeFill="accent6" w:themeFillTint="33"/>
            <w:vAlign w:val="center"/>
          </w:tcPr>
          <w:p w14:paraId="695DAF07" w14:textId="77777777" w:rsidR="00505B97" w:rsidRPr="00505B97" w:rsidRDefault="00505B97" w:rsidP="00505B97">
            <w:pPr>
              <w:rPr>
                <w:bCs/>
              </w:rPr>
            </w:pPr>
            <w:r w:rsidRPr="00505B97">
              <w:rPr>
                <w:b/>
                <w:bCs/>
              </w:rPr>
              <w:t>Délka traťového úseku</w:t>
            </w:r>
            <w:r w:rsidRPr="00505B97">
              <w:rPr>
                <w:bCs/>
              </w:rPr>
              <w:t>*</w:t>
            </w:r>
            <w:r w:rsidRPr="00505B97">
              <w:rPr>
                <w:b/>
                <w:bCs/>
              </w:rPr>
              <w:t xml:space="preserve"> </w:t>
            </w:r>
            <w:r w:rsidRPr="00505B97">
              <w:rPr>
                <w:bCs/>
              </w:rPr>
              <w:t>(v km)</w:t>
            </w:r>
          </w:p>
        </w:tc>
        <w:tc>
          <w:tcPr>
            <w:tcW w:w="2910" w:type="dxa"/>
            <w:vAlign w:val="center"/>
          </w:tcPr>
          <w:p w14:paraId="4A109E8C" w14:textId="77777777" w:rsidR="00505B97" w:rsidRPr="00505B97" w:rsidRDefault="00505B97" w:rsidP="00505B97">
            <w:pPr>
              <w:rPr>
                <w:bCs/>
              </w:rPr>
            </w:pPr>
          </w:p>
        </w:tc>
      </w:tr>
      <w:tr w:rsidR="00505B97" w:rsidRPr="00505B97" w14:paraId="1D81FC9A" w14:textId="77777777" w:rsidTr="00846731">
        <w:tc>
          <w:tcPr>
            <w:tcW w:w="5874" w:type="dxa"/>
            <w:shd w:val="clear" w:color="auto" w:fill="FFBFBF" w:themeFill="accent6" w:themeFillTint="33"/>
            <w:vAlign w:val="center"/>
          </w:tcPr>
          <w:p w14:paraId="48EC5E96" w14:textId="77777777" w:rsidR="00505B97" w:rsidRPr="00505B97" w:rsidRDefault="00505B97" w:rsidP="00505B97">
            <w:pPr>
              <w:rPr>
                <w:bCs/>
              </w:rPr>
            </w:pPr>
            <w:r w:rsidRPr="00505B97">
              <w:rPr>
                <w:b/>
                <w:bCs/>
              </w:rPr>
              <w:lastRenderedPageBreak/>
              <w:t>Dílo probíhalo na trati</w:t>
            </w:r>
            <w:r w:rsidRPr="00505B97">
              <w:rPr>
                <w:bCs/>
              </w:rPr>
              <w:t>* jednokolejné / vícekolejné</w:t>
            </w:r>
          </w:p>
        </w:tc>
        <w:tc>
          <w:tcPr>
            <w:tcW w:w="2910" w:type="dxa"/>
            <w:vAlign w:val="center"/>
          </w:tcPr>
          <w:p w14:paraId="2EF58F2A" w14:textId="77777777" w:rsidR="00505B97" w:rsidRPr="00505B97" w:rsidRDefault="00505B97" w:rsidP="00505B97">
            <w:pPr>
              <w:rPr>
                <w:bCs/>
              </w:rPr>
            </w:pPr>
          </w:p>
        </w:tc>
      </w:tr>
      <w:tr w:rsidR="00505B97" w:rsidRPr="00505B97" w14:paraId="5ABF41AC" w14:textId="77777777" w:rsidTr="00846731">
        <w:tc>
          <w:tcPr>
            <w:tcW w:w="5874" w:type="dxa"/>
            <w:shd w:val="clear" w:color="auto" w:fill="FFBFBF" w:themeFill="accent6" w:themeFillTint="33"/>
            <w:vAlign w:val="center"/>
          </w:tcPr>
          <w:p w14:paraId="1EC45838" w14:textId="77777777" w:rsidR="00505B97" w:rsidRPr="00505B97" w:rsidRDefault="00505B97" w:rsidP="00505B97">
            <w:pPr>
              <w:rPr>
                <w:bCs/>
              </w:rPr>
            </w:pPr>
            <w:r w:rsidRPr="00505B97">
              <w:rPr>
                <w:b/>
                <w:bCs/>
              </w:rPr>
              <w:t>Dílo probíhalo na trati</w:t>
            </w:r>
            <w:r w:rsidRPr="00505B97">
              <w:rPr>
                <w:bCs/>
              </w:rPr>
              <w:t xml:space="preserve">* elektrifikované / neelektrifikované </w:t>
            </w:r>
          </w:p>
        </w:tc>
        <w:tc>
          <w:tcPr>
            <w:tcW w:w="2910" w:type="dxa"/>
            <w:vAlign w:val="center"/>
          </w:tcPr>
          <w:p w14:paraId="6D791FA0" w14:textId="77777777" w:rsidR="00505B97" w:rsidRPr="00505B97" w:rsidRDefault="00505B97" w:rsidP="00505B97">
            <w:pPr>
              <w:rPr>
                <w:bCs/>
              </w:rPr>
            </w:pPr>
          </w:p>
        </w:tc>
      </w:tr>
      <w:tr w:rsidR="00505B97" w:rsidRPr="00505B97" w14:paraId="2D9FA3E5" w14:textId="77777777" w:rsidTr="00846731">
        <w:tc>
          <w:tcPr>
            <w:tcW w:w="5874" w:type="dxa"/>
            <w:shd w:val="clear" w:color="auto" w:fill="FFBFBF" w:themeFill="accent6" w:themeFillTint="33"/>
            <w:vAlign w:val="center"/>
          </w:tcPr>
          <w:p w14:paraId="764749C2" w14:textId="77777777" w:rsidR="00505B97" w:rsidRPr="00505B97" w:rsidRDefault="00505B97" w:rsidP="00505B97">
            <w:pPr>
              <w:rPr>
                <w:b/>
                <w:bCs/>
              </w:rPr>
            </w:pPr>
            <w:r w:rsidRPr="00505B97">
              <w:rPr>
                <w:b/>
                <w:bCs/>
              </w:rPr>
              <w:t>Dílo probíhalo na trati</w:t>
            </w:r>
            <w:r w:rsidRPr="00505B97">
              <w:rPr>
                <w:bCs/>
              </w:rPr>
              <w:t>* širé (mezistaniční úsek)/ ve stanici</w:t>
            </w:r>
          </w:p>
        </w:tc>
        <w:tc>
          <w:tcPr>
            <w:tcW w:w="2910" w:type="dxa"/>
            <w:vAlign w:val="center"/>
          </w:tcPr>
          <w:p w14:paraId="27E5955C" w14:textId="77777777" w:rsidR="00505B97" w:rsidRPr="00505B97" w:rsidRDefault="00505B97" w:rsidP="00505B97">
            <w:pPr>
              <w:rPr>
                <w:bCs/>
              </w:rPr>
            </w:pPr>
          </w:p>
        </w:tc>
      </w:tr>
      <w:tr w:rsidR="00505B97" w:rsidRPr="00505B97" w14:paraId="62121150" w14:textId="77777777" w:rsidTr="00846731">
        <w:tc>
          <w:tcPr>
            <w:tcW w:w="5874" w:type="dxa"/>
            <w:shd w:val="clear" w:color="auto" w:fill="FFBFBF" w:themeFill="accent6" w:themeFillTint="33"/>
            <w:vAlign w:val="center"/>
          </w:tcPr>
          <w:p w14:paraId="605F47E1" w14:textId="77777777" w:rsidR="00505B97" w:rsidRPr="00505B97" w:rsidRDefault="00505B97" w:rsidP="00505B97">
            <w:pPr>
              <w:rPr>
                <w:bCs/>
              </w:rPr>
            </w:pPr>
            <w:r w:rsidRPr="00505B97">
              <w:rPr>
                <w:b/>
                <w:bCs/>
              </w:rPr>
              <w:t>Stavební práce zahrnovaly práce na</w:t>
            </w:r>
            <w:r w:rsidRPr="00505B97">
              <w:rPr>
                <w:bCs/>
              </w:rPr>
              <w:t xml:space="preserve"> </w:t>
            </w:r>
            <w:r w:rsidRPr="00505B97">
              <w:rPr>
                <w:b/>
                <w:bCs/>
              </w:rPr>
              <w:t>železničním svršku</w:t>
            </w:r>
            <w:r w:rsidRPr="00505B97">
              <w:rPr>
                <w:bCs/>
              </w:rPr>
              <w:t xml:space="preserve"> (ANO/NE, v případě ANO uvést hodnotu v Kč a délku traťového úseku, v případě železniční stanice počet výhybek)</w:t>
            </w:r>
          </w:p>
        </w:tc>
        <w:tc>
          <w:tcPr>
            <w:tcW w:w="2910" w:type="dxa"/>
            <w:vAlign w:val="center"/>
          </w:tcPr>
          <w:p w14:paraId="42556BB7" w14:textId="77777777" w:rsidR="00505B97" w:rsidRPr="00505B97" w:rsidRDefault="00505B97" w:rsidP="00505B97">
            <w:pPr>
              <w:rPr>
                <w:bCs/>
              </w:rPr>
            </w:pPr>
          </w:p>
        </w:tc>
      </w:tr>
      <w:tr w:rsidR="00505B97" w:rsidRPr="00505B97" w14:paraId="17AE6011" w14:textId="77777777" w:rsidTr="00846731">
        <w:tc>
          <w:tcPr>
            <w:tcW w:w="5874" w:type="dxa"/>
            <w:shd w:val="clear" w:color="auto" w:fill="FFBFBF" w:themeFill="accent6" w:themeFillTint="33"/>
            <w:vAlign w:val="center"/>
          </w:tcPr>
          <w:p w14:paraId="6A2F0EFD" w14:textId="77777777" w:rsidR="00505B97" w:rsidRPr="00505B97" w:rsidRDefault="00505B97" w:rsidP="00505B97">
            <w:pPr>
              <w:rPr>
                <w:bCs/>
              </w:rPr>
            </w:pPr>
            <w:r w:rsidRPr="00505B97">
              <w:rPr>
                <w:b/>
                <w:bCs/>
              </w:rPr>
              <w:t>Stavební práce zahrnovaly práce na</w:t>
            </w:r>
            <w:r w:rsidRPr="00505B97">
              <w:rPr>
                <w:bCs/>
              </w:rPr>
              <w:t xml:space="preserve"> </w:t>
            </w:r>
            <w:r w:rsidRPr="00505B97">
              <w:rPr>
                <w:b/>
                <w:bCs/>
              </w:rPr>
              <w:t>železničním spodku</w:t>
            </w:r>
            <w:r w:rsidRPr="00505B97">
              <w:rPr>
                <w:bCs/>
              </w:rPr>
              <w:t xml:space="preserve"> (ANO/NE, v případě ANO uvést hodnotu v Kč a délku)</w:t>
            </w:r>
          </w:p>
        </w:tc>
        <w:tc>
          <w:tcPr>
            <w:tcW w:w="2910" w:type="dxa"/>
            <w:vAlign w:val="center"/>
          </w:tcPr>
          <w:p w14:paraId="2A5EF374" w14:textId="77777777" w:rsidR="00505B97" w:rsidRPr="00505B97" w:rsidRDefault="00505B97" w:rsidP="00505B97">
            <w:pPr>
              <w:rPr>
                <w:bCs/>
              </w:rPr>
            </w:pPr>
          </w:p>
        </w:tc>
      </w:tr>
      <w:tr w:rsidR="00505B97" w:rsidRPr="00505B97" w14:paraId="5AE0E403" w14:textId="77777777" w:rsidTr="00846731">
        <w:tc>
          <w:tcPr>
            <w:tcW w:w="5874" w:type="dxa"/>
            <w:shd w:val="clear" w:color="auto" w:fill="FFBFBF" w:themeFill="accent6" w:themeFillTint="33"/>
            <w:vAlign w:val="center"/>
          </w:tcPr>
          <w:p w14:paraId="17A82520" w14:textId="77777777" w:rsidR="00505B97" w:rsidRPr="00505B97" w:rsidRDefault="00505B97" w:rsidP="00505B97">
            <w:pPr>
              <w:rPr>
                <w:bCs/>
              </w:rPr>
            </w:pPr>
            <w:r w:rsidRPr="00505B97">
              <w:rPr>
                <w:b/>
                <w:bCs/>
              </w:rPr>
              <w:t>Stavební práce zahrnovaly práce na</w:t>
            </w:r>
            <w:r w:rsidRPr="00505B97">
              <w:rPr>
                <w:bCs/>
              </w:rPr>
              <w:t xml:space="preserve"> </w:t>
            </w:r>
            <w:r w:rsidRPr="00505B97">
              <w:rPr>
                <w:b/>
                <w:bCs/>
              </w:rPr>
              <w:t>železničním mostním objektu</w:t>
            </w:r>
            <w:r w:rsidRPr="00505B97">
              <w:rPr>
                <w:bCs/>
              </w:rPr>
              <w:t xml:space="preserve"> (ANO/NE, v případě ANO uvést hodnotu v Kč a délku mostního objektů/mostních objektů, případně jinou specifikaci)</w:t>
            </w:r>
          </w:p>
        </w:tc>
        <w:tc>
          <w:tcPr>
            <w:tcW w:w="2910" w:type="dxa"/>
            <w:vAlign w:val="center"/>
          </w:tcPr>
          <w:p w14:paraId="28A4F1E7" w14:textId="77777777" w:rsidR="00505B97" w:rsidRPr="00505B97" w:rsidRDefault="00505B97" w:rsidP="00505B97">
            <w:pPr>
              <w:rPr>
                <w:bCs/>
              </w:rPr>
            </w:pPr>
          </w:p>
        </w:tc>
      </w:tr>
      <w:tr w:rsidR="00505B97" w:rsidRPr="00505B97" w14:paraId="4AEAFAC8" w14:textId="77777777" w:rsidTr="00846731">
        <w:tc>
          <w:tcPr>
            <w:tcW w:w="5874" w:type="dxa"/>
            <w:shd w:val="clear" w:color="auto" w:fill="FFBFBF" w:themeFill="accent6" w:themeFillTint="33"/>
            <w:vAlign w:val="center"/>
          </w:tcPr>
          <w:p w14:paraId="009830AB" w14:textId="77777777" w:rsidR="00505B97" w:rsidRPr="00505B97" w:rsidRDefault="00505B97" w:rsidP="00505B97">
            <w:pPr>
              <w:rPr>
                <w:bCs/>
              </w:rPr>
            </w:pPr>
            <w:r w:rsidRPr="00505B97">
              <w:rPr>
                <w:b/>
                <w:bCs/>
              </w:rPr>
              <w:t>Stavební práce zahrnovaly práce na</w:t>
            </w:r>
            <w:r w:rsidRPr="00505B97">
              <w:rPr>
                <w:bCs/>
              </w:rPr>
              <w:t xml:space="preserve"> </w:t>
            </w:r>
            <w:r w:rsidRPr="00505B97">
              <w:rPr>
                <w:b/>
                <w:bCs/>
              </w:rPr>
              <w:t>trakčním vedení</w:t>
            </w:r>
            <w:r w:rsidRPr="00505B97">
              <w:rPr>
                <w:bCs/>
              </w:rPr>
              <w:t xml:space="preserve"> (ANO/NE, v případě ANO uvést hodnotu v Kč a délku traťového úseku)</w:t>
            </w:r>
          </w:p>
        </w:tc>
        <w:tc>
          <w:tcPr>
            <w:tcW w:w="2910" w:type="dxa"/>
            <w:vAlign w:val="center"/>
          </w:tcPr>
          <w:p w14:paraId="698FC0F9" w14:textId="77777777" w:rsidR="00505B97" w:rsidRPr="00505B97" w:rsidRDefault="00505B97" w:rsidP="00505B97">
            <w:pPr>
              <w:rPr>
                <w:bCs/>
              </w:rPr>
            </w:pPr>
          </w:p>
        </w:tc>
      </w:tr>
      <w:tr w:rsidR="00505B97" w:rsidRPr="00505B97" w14:paraId="3E1D64F7" w14:textId="77777777" w:rsidTr="00846731">
        <w:tc>
          <w:tcPr>
            <w:tcW w:w="5874" w:type="dxa"/>
            <w:shd w:val="clear" w:color="auto" w:fill="FFBFBF" w:themeFill="accent6" w:themeFillTint="33"/>
            <w:vAlign w:val="center"/>
          </w:tcPr>
          <w:p w14:paraId="33A3A64B" w14:textId="77777777" w:rsidR="00505B97" w:rsidRPr="00505B97" w:rsidRDefault="00505B97" w:rsidP="00505B97">
            <w:pPr>
              <w:rPr>
                <w:bCs/>
              </w:rPr>
            </w:pPr>
            <w:r w:rsidRPr="00505B97">
              <w:rPr>
                <w:b/>
                <w:bCs/>
              </w:rPr>
              <w:t>Stavební práce zahrnovaly práce na</w:t>
            </w:r>
            <w:r w:rsidRPr="00505B97">
              <w:rPr>
                <w:bCs/>
              </w:rPr>
              <w:t xml:space="preserve"> </w:t>
            </w:r>
            <w:r w:rsidRPr="00505B97">
              <w:rPr>
                <w:b/>
                <w:bCs/>
              </w:rPr>
              <w:t>zabezpečovacím zařízení</w:t>
            </w:r>
            <w:r w:rsidRPr="00505B97">
              <w:rPr>
                <w:bCs/>
              </w:rPr>
              <w:t xml:space="preserve"> (ANO/NE, v případě ANO uvést hodnotu v Kč a délku traťového úseku, v případě železniční stanice počet výhybek)</w:t>
            </w:r>
          </w:p>
        </w:tc>
        <w:tc>
          <w:tcPr>
            <w:tcW w:w="2910" w:type="dxa"/>
            <w:vAlign w:val="center"/>
          </w:tcPr>
          <w:p w14:paraId="282F6AB5" w14:textId="77777777" w:rsidR="00505B97" w:rsidRPr="00505B97" w:rsidRDefault="00505B97" w:rsidP="00505B97">
            <w:pPr>
              <w:rPr>
                <w:bCs/>
              </w:rPr>
            </w:pPr>
          </w:p>
        </w:tc>
      </w:tr>
      <w:tr w:rsidR="00505B97" w:rsidRPr="00505B97" w14:paraId="2F90C856" w14:textId="77777777" w:rsidTr="00846731">
        <w:tc>
          <w:tcPr>
            <w:tcW w:w="5874" w:type="dxa"/>
            <w:shd w:val="clear" w:color="auto" w:fill="FFBFBF" w:themeFill="accent6" w:themeFillTint="33"/>
            <w:vAlign w:val="center"/>
          </w:tcPr>
          <w:p w14:paraId="08B72EF3" w14:textId="77777777" w:rsidR="00505B97" w:rsidRPr="00505B97" w:rsidRDefault="00505B97" w:rsidP="00505B97">
            <w:pPr>
              <w:rPr>
                <w:b/>
                <w:bCs/>
              </w:rPr>
            </w:pPr>
            <w:r w:rsidRPr="00505B97">
              <w:rPr>
                <w:b/>
                <w:bCs/>
              </w:rPr>
              <w:t xml:space="preserve">Stavební práce zahrnovaly práce na sdělovacím zařízení </w:t>
            </w:r>
            <w:r w:rsidRPr="00505B97">
              <w:rPr>
                <w:bCs/>
              </w:rPr>
              <w:t>(ANO/NE, v případě ANO uvést hodnotu v Kč a délku traťového úseku)</w:t>
            </w:r>
          </w:p>
        </w:tc>
        <w:tc>
          <w:tcPr>
            <w:tcW w:w="2910" w:type="dxa"/>
            <w:vAlign w:val="center"/>
          </w:tcPr>
          <w:p w14:paraId="7690E43C" w14:textId="77777777" w:rsidR="00505B97" w:rsidRPr="00505B97" w:rsidRDefault="00505B97" w:rsidP="00505B97">
            <w:pPr>
              <w:rPr>
                <w:bCs/>
              </w:rPr>
            </w:pPr>
          </w:p>
        </w:tc>
      </w:tr>
      <w:tr w:rsidR="00505B97" w:rsidRPr="00505B97" w14:paraId="3129BF3A" w14:textId="77777777" w:rsidTr="00846731">
        <w:tc>
          <w:tcPr>
            <w:tcW w:w="5874" w:type="dxa"/>
            <w:shd w:val="clear" w:color="auto" w:fill="FFBFBF" w:themeFill="accent6" w:themeFillTint="33"/>
            <w:vAlign w:val="center"/>
          </w:tcPr>
          <w:p w14:paraId="60624C81" w14:textId="77777777" w:rsidR="00505B97" w:rsidRPr="00505B97" w:rsidRDefault="00505B97" w:rsidP="00505B97">
            <w:pPr>
              <w:rPr>
                <w:bCs/>
              </w:rPr>
            </w:pPr>
            <w:r w:rsidRPr="00505B97">
              <w:rPr>
                <w:b/>
                <w:bCs/>
              </w:rPr>
              <w:t>Stavební práce zahrnovaly práce na</w:t>
            </w:r>
            <w:r w:rsidRPr="00505B97">
              <w:rPr>
                <w:bCs/>
              </w:rPr>
              <w:t xml:space="preserve"> </w:t>
            </w:r>
            <w:r w:rsidRPr="00505B97">
              <w:rPr>
                <w:b/>
                <w:bCs/>
              </w:rPr>
              <w:t>silnoproudých zařízeních</w:t>
            </w:r>
            <w:r w:rsidRPr="00505B97">
              <w:rPr>
                <w:bCs/>
              </w:rPr>
              <w:t xml:space="preserve"> (ANO/NE, v případě ANO uvést hodnotu v Kč)</w:t>
            </w:r>
          </w:p>
        </w:tc>
        <w:tc>
          <w:tcPr>
            <w:tcW w:w="2910" w:type="dxa"/>
            <w:vAlign w:val="center"/>
          </w:tcPr>
          <w:p w14:paraId="361DD2B8" w14:textId="77777777" w:rsidR="00505B97" w:rsidRPr="00505B97" w:rsidRDefault="00505B97" w:rsidP="00505B97">
            <w:pPr>
              <w:rPr>
                <w:bCs/>
              </w:rPr>
            </w:pPr>
          </w:p>
        </w:tc>
      </w:tr>
      <w:tr w:rsidR="00505B97" w:rsidRPr="00505B97" w14:paraId="20EF3C23" w14:textId="77777777" w:rsidTr="00846731">
        <w:tc>
          <w:tcPr>
            <w:tcW w:w="5874" w:type="dxa"/>
            <w:shd w:val="clear" w:color="auto" w:fill="FFBFBF" w:themeFill="accent6" w:themeFillTint="33"/>
            <w:vAlign w:val="center"/>
          </w:tcPr>
          <w:p w14:paraId="2999DA81" w14:textId="77777777" w:rsidR="00505B97" w:rsidRPr="00505B97" w:rsidRDefault="00505B97" w:rsidP="00505B97">
            <w:pPr>
              <w:rPr>
                <w:bCs/>
              </w:rPr>
            </w:pPr>
            <w:r w:rsidRPr="00505B97">
              <w:rPr>
                <w:b/>
                <w:bCs/>
              </w:rPr>
              <w:t>Stavební práce zahrnovaly práce na</w:t>
            </w:r>
            <w:r w:rsidRPr="00505B97">
              <w:rPr>
                <w:bCs/>
              </w:rPr>
              <w:t xml:space="preserve"> </w:t>
            </w:r>
            <w:r w:rsidRPr="00505B97">
              <w:rPr>
                <w:b/>
                <w:bCs/>
              </w:rPr>
              <w:t>tunelové stavbě</w:t>
            </w:r>
            <w:r w:rsidRPr="00505B97">
              <w:rPr>
                <w:bCs/>
              </w:rPr>
              <w:t xml:space="preserve"> (ANO/NE, v případě ANO uvést délku tunelu)</w:t>
            </w:r>
          </w:p>
        </w:tc>
        <w:tc>
          <w:tcPr>
            <w:tcW w:w="2910" w:type="dxa"/>
            <w:vAlign w:val="center"/>
          </w:tcPr>
          <w:p w14:paraId="0E6056D1" w14:textId="77777777" w:rsidR="00505B97" w:rsidRPr="00505B97" w:rsidRDefault="00505B97" w:rsidP="00505B97">
            <w:pPr>
              <w:rPr>
                <w:bCs/>
              </w:rPr>
            </w:pPr>
          </w:p>
        </w:tc>
      </w:tr>
      <w:tr w:rsidR="00505B97" w:rsidRPr="00505B97" w14:paraId="097CA0F2" w14:textId="77777777" w:rsidTr="00846731">
        <w:tc>
          <w:tcPr>
            <w:tcW w:w="5874" w:type="dxa"/>
            <w:shd w:val="clear" w:color="auto" w:fill="FFBFBF" w:themeFill="accent6" w:themeFillTint="33"/>
            <w:vAlign w:val="center"/>
          </w:tcPr>
          <w:p w14:paraId="14E2C4A3" w14:textId="77777777" w:rsidR="00505B97" w:rsidRPr="00505B97" w:rsidRDefault="00505B97" w:rsidP="00505B97">
            <w:pPr>
              <w:rPr>
                <w:b/>
                <w:bCs/>
              </w:rPr>
            </w:pPr>
            <w:r w:rsidRPr="00505B97">
              <w:rPr>
                <w:b/>
                <w:bCs/>
              </w:rPr>
              <w:t>Stavební práce zahrnovaly práce na</w:t>
            </w:r>
            <w:r w:rsidRPr="00505B97">
              <w:rPr>
                <w:bCs/>
              </w:rPr>
              <w:t xml:space="preserve"> </w:t>
            </w:r>
            <w:r w:rsidRPr="00505B97">
              <w:rPr>
                <w:b/>
                <w:bCs/>
              </w:rPr>
              <w:t>pozemní stavbě</w:t>
            </w:r>
            <w:r w:rsidRPr="00505B97">
              <w:rPr>
                <w:bCs/>
              </w:rPr>
              <w:t xml:space="preserve"> (ANO/NE, v případě ANO uvést typ objektu – budova osobního nádraží, technologická budova apod.)</w:t>
            </w:r>
          </w:p>
        </w:tc>
        <w:tc>
          <w:tcPr>
            <w:tcW w:w="2910" w:type="dxa"/>
            <w:vAlign w:val="center"/>
          </w:tcPr>
          <w:p w14:paraId="5A9E6459" w14:textId="77777777" w:rsidR="00505B97" w:rsidRPr="00505B97" w:rsidRDefault="00505B97" w:rsidP="00505B97">
            <w:pPr>
              <w:rPr>
                <w:bCs/>
              </w:rPr>
            </w:pPr>
          </w:p>
        </w:tc>
      </w:tr>
      <w:tr w:rsidR="00505B97" w:rsidRPr="00505B97" w14:paraId="3F9A7E52" w14:textId="77777777" w:rsidTr="00846731">
        <w:tc>
          <w:tcPr>
            <w:tcW w:w="5874" w:type="dxa"/>
            <w:shd w:val="clear" w:color="auto" w:fill="FFBFBF" w:themeFill="accent6" w:themeFillTint="33"/>
            <w:vAlign w:val="center"/>
          </w:tcPr>
          <w:p w14:paraId="0D372C00" w14:textId="77777777" w:rsidR="00505B97" w:rsidRPr="00505B97" w:rsidRDefault="00505B97" w:rsidP="00505B97">
            <w:pPr>
              <w:rPr>
                <w:b/>
                <w:bCs/>
              </w:rPr>
            </w:pPr>
            <w:r w:rsidRPr="00505B97">
              <w:rPr>
                <w:b/>
                <w:bCs/>
              </w:rPr>
              <w:t>Stavební práce zahrnovaly práce na</w:t>
            </w:r>
            <w:r w:rsidRPr="00505B97">
              <w:rPr>
                <w:bCs/>
              </w:rPr>
              <w:t xml:space="preserve"> </w:t>
            </w:r>
            <w:r w:rsidRPr="00505B97">
              <w:rPr>
                <w:b/>
                <w:bCs/>
              </w:rPr>
              <w:t xml:space="preserve">stavbě s památkovou ochranou </w:t>
            </w:r>
            <w:r w:rsidRPr="00505B97">
              <w:rPr>
                <w:bCs/>
              </w:rPr>
              <w:t>(ANO/NE, v případě ANO uvést druh objektu a hodnotu Kč)</w:t>
            </w:r>
          </w:p>
        </w:tc>
        <w:tc>
          <w:tcPr>
            <w:tcW w:w="2910" w:type="dxa"/>
            <w:vAlign w:val="center"/>
          </w:tcPr>
          <w:p w14:paraId="189FA570" w14:textId="77777777" w:rsidR="00505B97" w:rsidRPr="00505B97" w:rsidRDefault="00505B97" w:rsidP="00505B97">
            <w:pPr>
              <w:rPr>
                <w:bCs/>
              </w:rPr>
            </w:pPr>
          </w:p>
        </w:tc>
      </w:tr>
      <w:tr w:rsidR="00505B97" w:rsidRPr="00505B97" w14:paraId="1E5BEBDB" w14:textId="77777777" w:rsidTr="00846731">
        <w:tc>
          <w:tcPr>
            <w:tcW w:w="5874" w:type="dxa"/>
            <w:shd w:val="clear" w:color="auto" w:fill="FFBFBF" w:themeFill="accent6" w:themeFillTint="33"/>
            <w:vAlign w:val="center"/>
          </w:tcPr>
          <w:p w14:paraId="24ECF851" w14:textId="77777777" w:rsidR="00505B97" w:rsidRPr="00505B97" w:rsidRDefault="00505B97" w:rsidP="00505B97">
            <w:pPr>
              <w:rPr>
                <w:bCs/>
              </w:rPr>
            </w:pPr>
            <w:r w:rsidRPr="00505B97">
              <w:rPr>
                <w:b/>
                <w:bCs/>
              </w:rPr>
              <w:t>SOD obsahovala</w:t>
            </w:r>
            <w:r w:rsidRPr="00505B97">
              <w:rPr>
                <w:bCs/>
              </w:rPr>
              <w:t xml:space="preserve"> </w:t>
            </w:r>
            <w:r w:rsidRPr="00505B97">
              <w:rPr>
                <w:b/>
                <w:bCs/>
              </w:rPr>
              <w:t>vyhrazené plnění realizované vlastní kapacitou</w:t>
            </w:r>
            <w:r w:rsidRPr="00505B97">
              <w:rPr>
                <w:bCs/>
              </w:rPr>
              <w:t xml:space="preserve"> (ANO/NE, v případě ANO uvést níže uvedené podrobnosti):</w:t>
            </w:r>
          </w:p>
        </w:tc>
        <w:tc>
          <w:tcPr>
            <w:tcW w:w="2910" w:type="dxa"/>
            <w:vAlign w:val="center"/>
          </w:tcPr>
          <w:p w14:paraId="31FEFDD0" w14:textId="77777777" w:rsidR="00505B97" w:rsidRPr="00505B97" w:rsidRDefault="00505B97" w:rsidP="00505B97">
            <w:pPr>
              <w:rPr>
                <w:bCs/>
              </w:rPr>
            </w:pPr>
          </w:p>
        </w:tc>
      </w:tr>
      <w:tr w:rsidR="00505B97" w:rsidRPr="00505B97" w14:paraId="22FBB4B8" w14:textId="77777777" w:rsidTr="00846731">
        <w:tc>
          <w:tcPr>
            <w:tcW w:w="5874" w:type="dxa"/>
            <w:shd w:val="clear" w:color="auto" w:fill="FFBFBF" w:themeFill="accent6" w:themeFillTint="33"/>
            <w:vAlign w:val="center"/>
          </w:tcPr>
          <w:p w14:paraId="4773FB7D" w14:textId="77777777" w:rsidR="00505B97" w:rsidRPr="00505B97" w:rsidRDefault="00505B97" w:rsidP="00505B97">
            <w:pPr>
              <w:rPr>
                <w:bCs/>
              </w:rPr>
            </w:pPr>
            <w:r w:rsidRPr="00505B97">
              <w:rPr>
                <w:b/>
                <w:bCs/>
              </w:rPr>
              <w:lastRenderedPageBreak/>
              <w:t xml:space="preserve">Popis vyhrazeného plnění </w:t>
            </w:r>
            <w:r w:rsidRPr="00505B97">
              <w:rPr>
                <w:bCs/>
              </w:rPr>
              <w:t>dle SOD (označení dle čísel a názvů jednotlivých PS a SO):</w:t>
            </w:r>
          </w:p>
        </w:tc>
        <w:tc>
          <w:tcPr>
            <w:tcW w:w="2910" w:type="dxa"/>
            <w:vAlign w:val="center"/>
          </w:tcPr>
          <w:p w14:paraId="4783B676" w14:textId="77777777" w:rsidR="00505B97" w:rsidRPr="00505B97" w:rsidRDefault="00505B97" w:rsidP="00505B97">
            <w:pPr>
              <w:rPr>
                <w:bCs/>
              </w:rPr>
            </w:pPr>
          </w:p>
        </w:tc>
      </w:tr>
      <w:tr w:rsidR="00505B97" w:rsidRPr="00505B97" w14:paraId="6B427B0D" w14:textId="77777777" w:rsidTr="00846731">
        <w:tc>
          <w:tcPr>
            <w:tcW w:w="5874" w:type="dxa"/>
            <w:shd w:val="clear" w:color="auto" w:fill="FFBFBF" w:themeFill="accent6" w:themeFillTint="33"/>
            <w:vAlign w:val="center"/>
          </w:tcPr>
          <w:p w14:paraId="2D50C73E" w14:textId="77777777" w:rsidR="00505B97" w:rsidRPr="00505B97" w:rsidRDefault="00505B97" w:rsidP="00505B97">
            <w:pPr>
              <w:rPr>
                <w:b/>
                <w:bCs/>
              </w:rPr>
            </w:pPr>
            <w:r w:rsidRPr="00505B97">
              <w:rPr>
                <w:b/>
                <w:bCs/>
              </w:rPr>
              <w:t>Zhotovitel vyhrazeného plnění:</w:t>
            </w:r>
          </w:p>
        </w:tc>
        <w:tc>
          <w:tcPr>
            <w:tcW w:w="2910" w:type="dxa"/>
            <w:vAlign w:val="center"/>
          </w:tcPr>
          <w:p w14:paraId="0EF86B8B" w14:textId="77777777" w:rsidR="00505B97" w:rsidRPr="00505B97" w:rsidRDefault="00505B97" w:rsidP="00505B97">
            <w:pPr>
              <w:rPr>
                <w:bCs/>
              </w:rPr>
            </w:pPr>
          </w:p>
        </w:tc>
      </w:tr>
      <w:tr w:rsidR="00505B97" w:rsidRPr="00505B97" w14:paraId="4E107C9F" w14:textId="77777777" w:rsidTr="00846731">
        <w:tc>
          <w:tcPr>
            <w:tcW w:w="5874" w:type="dxa"/>
            <w:shd w:val="clear" w:color="auto" w:fill="FFBFBF" w:themeFill="accent6" w:themeFillTint="33"/>
            <w:vAlign w:val="center"/>
          </w:tcPr>
          <w:p w14:paraId="70778D78" w14:textId="77777777" w:rsidR="00505B97" w:rsidRPr="00505B97" w:rsidRDefault="00505B97" w:rsidP="00505B97">
            <w:pPr>
              <w:rPr>
                <w:bCs/>
              </w:rPr>
            </w:pPr>
            <w:r w:rsidRPr="00505B97">
              <w:rPr>
                <w:b/>
                <w:bCs/>
              </w:rPr>
              <w:t>Hodnota vyhrazeného plnění v Kč</w:t>
            </w:r>
            <w:r w:rsidRPr="00505B97">
              <w:rPr>
                <w:bCs/>
              </w:rPr>
              <w:t>:</w:t>
            </w:r>
          </w:p>
        </w:tc>
        <w:tc>
          <w:tcPr>
            <w:tcW w:w="2910" w:type="dxa"/>
            <w:vAlign w:val="center"/>
          </w:tcPr>
          <w:p w14:paraId="357B163A" w14:textId="77777777" w:rsidR="00505B97" w:rsidRPr="00505B97" w:rsidRDefault="00505B97" w:rsidP="00505B97">
            <w:pPr>
              <w:rPr>
                <w:bCs/>
              </w:rPr>
            </w:pPr>
          </w:p>
        </w:tc>
      </w:tr>
    </w:tbl>
    <w:p w14:paraId="6989B986" w14:textId="77777777" w:rsidR="00505B97" w:rsidRPr="00505B97" w:rsidRDefault="00505B97" w:rsidP="00505B97">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505B97" w:rsidRPr="00505B97" w14:paraId="1D10F422" w14:textId="77777777" w:rsidTr="00846731">
        <w:tc>
          <w:tcPr>
            <w:tcW w:w="3259" w:type="dxa"/>
            <w:shd w:val="clear" w:color="auto" w:fill="FFBFBF" w:themeFill="accent6" w:themeFillTint="33"/>
          </w:tcPr>
          <w:p w14:paraId="639F3ABF" w14:textId="77777777" w:rsidR="00505B97" w:rsidRPr="00505B97" w:rsidRDefault="00505B97" w:rsidP="00505B97">
            <w:pPr>
              <w:rPr>
                <w:b/>
                <w:bCs/>
                <w:vertAlign w:val="superscript"/>
              </w:rPr>
            </w:pPr>
          </w:p>
        </w:tc>
        <w:tc>
          <w:tcPr>
            <w:tcW w:w="3260" w:type="dxa"/>
            <w:shd w:val="clear" w:color="auto" w:fill="FFBFBF" w:themeFill="accent6" w:themeFillTint="33"/>
          </w:tcPr>
          <w:p w14:paraId="6E9D8EE5" w14:textId="77777777" w:rsidR="00505B97" w:rsidRPr="00505B97" w:rsidRDefault="00505B97" w:rsidP="00505B97">
            <w:pPr>
              <w:rPr>
                <w:b/>
                <w:bCs/>
              </w:rPr>
            </w:pPr>
            <w:r w:rsidRPr="00505B97">
              <w:rPr>
                <w:b/>
                <w:bCs/>
              </w:rPr>
              <w:t>Obchodní firma</w:t>
            </w:r>
          </w:p>
        </w:tc>
        <w:tc>
          <w:tcPr>
            <w:tcW w:w="3260" w:type="dxa"/>
            <w:shd w:val="clear" w:color="auto" w:fill="FFBFBF" w:themeFill="accent6" w:themeFillTint="33"/>
          </w:tcPr>
          <w:p w14:paraId="2D7FDB68" w14:textId="77777777" w:rsidR="00505B97" w:rsidRPr="00505B97" w:rsidRDefault="00505B97" w:rsidP="00505B97">
            <w:pPr>
              <w:rPr>
                <w:b/>
                <w:bCs/>
              </w:rPr>
            </w:pPr>
            <w:r w:rsidRPr="00505B97">
              <w:rPr>
                <w:b/>
                <w:bCs/>
              </w:rPr>
              <w:t xml:space="preserve">Hodnota prováděných prací v Kč </w:t>
            </w:r>
            <w:r w:rsidRPr="00505B97">
              <w:rPr>
                <w:bCs/>
              </w:rPr>
              <w:t>(bez DPH)</w:t>
            </w:r>
          </w:p>
        </w:tc>
      </w:tr>
      <w:tr w:rsidR="00505B97" w:rsidRPr="00505B97" w14:paraId="1D105FD9" w14:textId="77777777" w:rsidTr="00846731">
        <w:tc>
          <w:tcPr>
            <w:tcW w:w="3259" w:type="dxa"/>
            <w:shd w:val="clear" w:color="auto" w:fill="FFBFBF" w:themeFill="accent6" w:themeFillTint="33"/>
          </w:tcPr>
          <w:p w14:paraId="2E727D8A" w14:textId="77777777" w:rsidR="00505B97" w:rsidRPr="00505B97" w:rsidRDefault="00505B97" w:rsidP="00505B97">
            <w:pPr>
              <w:rPr>
                <w:b/>
                <w:bCs/>
                <w:vertAlign w:val="superscript"/>
              </w:rPr>
            </w:pPr>
            <w:r w:rsidRPr="00505B97">
              <w:rPr>
                <w:b/>
                <w:bCs/>
              </w:rPr>
              <w:t>Správce/vedoucí společník</w:t>
            </w:r>
            <w:r w:rsidRPr="00505B97">
              <w:rPr>
                <w:bCs/>
              </w:rPr>
              <w:t xml:space="preserve"> (v případě, kdy se jedná o společnost – dříve sdružení):</w:t>
            </w:r>
          </w:p>
        </w:tc>
        <w:tc>
          <w:tcPr>
            <w:tcW w:w="3260" w:type="dxa"/>
            <w:vAlign w:val="center"/>
          </w:tcPr>
          <w:p w14:paraId="7946F205" w14:textId="77777777" w:rsidR="00505B97" w:rsidRPr="00505B97" w:rsidRDefault="00505B97" w:rsidP="00505B97">
            <w:pPr>
              <w:rPr>
                <w:bCs/>
              </w:rPr>
            </w:pPr>
          </w:p>
        </w:tc>
        <w:tc>
          <w:tcPr>
            <w:tcW w:w="3260" w:type="dxa"/>
            <w:vAlign w:val="center"/>
          </w:tcPr>
          <w:p w14:paraId="31BF9052" w14:textId="77777777" w:rsidR="00505B97" w:rsidRPr="00505B97" w:rsidRDefault="00505B97" w:rsidP="00505B97">
            <w:pPr>
              <w:rPr>
                <w:bCs/>
              </w:rPr>
            </w:pPr>
          </w:p>
        </w:tc>
      </w:tr>
      <w:tr w:rsidR="00505B97" w:rsidRPr="00505B97" w14:paraId="000A62BB" w14:textId="77777777" w:rsidTr="00846731">
        <w:tc>
          <w:tcPr>
            <w:tcW w:w="3259" w:type="dxa"/>
            <w:shd w:val="clear" w:color="auto" w:fill="FFBFBF" w:themeFill="accent6" w:themeFillTint="33"/>
          </w:tcPr>
          <w:p w14:paraId="1839DB4E" w14:textId="77777777" w:rsidR="00505B97" w:rsidRPr="00505B97" w:rsidRDefault="00505B97" w:rsidP="00505B97">
            <w:pPr>
              <w:rPr>
                <w:b/>
                <w:bCs/>
                <w:vertAlign w:val="superscript"/>
              </w:rPr>
            </w:pPr>
            <w:r w:rsidRPr="00505B97">
              <w:rPr>
                <w:b/>
                <w:bCs/>
              </w:rPr>
              <w:t>Další společník</w:t>
            </w:r>
            <w:r w:rsidRPr="00505B97">
              <w:rPr>
                <w:bCs/>
              </w:rPr>
              <w:t xml:space="preserve"> (v případě, kdy se jedná o společnost na základě společenské smlouvy – dříve sdružení):</w:t>
            </w:r>
          </w:p>
        </w:tc>
        <w:tc>
          <w:tcPr>
            <w:tcW w:w="3260" w:type="dxa"/>
            <w:vAlign w:val="center"/>
          </w:tcPr>
          <w:p w14:paraId="7E9F0025" w14:textId="77777777" w:rsidR="00505B97" w:rsidRPr="00505B97" w:rsidRDefault="00505B97" w:rsidP="00505B97">
            <w:pPr>
              <w:rPr>
                <w:bCs/>
              </w:rPr>
            </w:pPr>
          </w:p>
        </w:tc>
        <w:tc>
          <w:tcPr>
            <w:tcW w:w="3260" w:type="dxa"/>
            <w:vAlign w:val="center"/>
          </w:tcPr>
          <w:p w14:paraId="34D59037" w14:textId="77777777" w:rsidR="00505B97" w:rsidRPr="00505B97" w:rsidRDefault="00505B97" w:rsidP="00505B97">
            <w:pPr>
              <w:rPr>
                <w:bCs/>
              </w:rPr>
            </w:pPr>
          </w:p>
        </w:tc>
      </w:tr>
      <w:tr w:rsidR="00505B97" w:rsidRPr="00505B97" w14:paraId="2B2A8284" w14:textId="77777777" w:rsidTr="00846731">
        <w:tc>
          <w:tcPr>
            <w:tcW w:w="3259" w:type="dxa"/>
            <w:shd w:val="clear" w:color="auto" w:fill="FFBFBF" w:themeFill="accent6" w:themeFillTint="33"/>
          </w:tcPr>
          <w:p w14:paraId="297A3DC2" w14:textId="77777777" w:rsidR="00505B97" w:rsidRPr="00505B97" w:rsidRDefault="00505B97" w:rsidP="00505B97">
            <w:pPr>
              <w:rPr>
                <w:b/>
                <w:bCs/>
                <w:vertAlign w:val="superscript"/>
              </w:rPr>
            </w:pPr>
            <w:r w:rsidRPr="00505B97">
              <w:rPr>
                <w:b/>
                <w:bCs/>
              </w:rPr>
              <w:t>Další společník</w:t>
            </w:r>
            <w:r w:rsidRPr="00505B97">
              <w:rPr>
                <w:bCs/>
              </w:rPr>
              <w:t xml:space="preserve"> (v případě, kdy se jedná o společnost na základě společenské smlouvy – dříve sdružení):</w:t>
            </w:r>
          </w:p>
        </w:tc>
        <w:tc>
          <w:tcPr>
            <w:tcW w:w="3260" w:type="dxa"/>
            <w:vAlign w:val="center"/>
          </w:tcPr>
          <w:p w14:paraId="519FFA31" w14:textId="77777777" w:rsidR="00505B97" w:rsidRPr="00505B97" w:rsidRDefault="00505B97" w:rsidP="00505B97">
            <w:pPr>
              <w:rPr>
                <w:bCs/>
              </w:rPr>
            </w:pPr>
          </w:p>
        </w:tc>
        <w:tc>
          <w:tcPr>
            <w:tcW w:w="3260" w:type="dxa"/>
            <w:vAlign w:val="center"/>
          </w:tcPr>
          <w:p w14:paraId="014E128E" w14:textId="77777777" w:rsidR="00505B97" w:rsidRPr="00505B97" w:rsidRDefault="00505B97" w:rsidP="00505B97">
            <w:pPr>
              <w:rPr>
                <w:bCs/>
              </w:rPr>
            </w:pPr>
          </w:p>
        </w:tc>
      </w:tr>
      <w:tr w:rsidR="00505B97" w:rsidRPr="00505B97" w14:paraId="6170446E" w14:textId="77777777" w:rsidTr="00846731">
        <w:tc>
          <w:tcPr>
            <w:tcW w:w="3259" w:type="dxa"/>
            <w:shd w:val="clear" w:color="auto" w:fill="FFBFBF" w:themeFill="accent6" w:themeFillTint="33"/>
          </w:tcPr>
          <w:p w14:paraId="18DDCCE3" w14:textId="77777777" w:rsidR="00505B97" w:rsidRPr="00505B97" w:rsidRDefault="00505B97" w:rsidP="00505B97">
            <w:pPr>
              <w:rPr>
                <w:b/>
                <w:bCs/>
                <w:vertAlign w:val="superscript"/>
              </w:rPr>
            </w:pPr>
            <w:r w:rsidRPr="00505B97">
              <w:rPr>
                <w:b/>
                <w:bCs/>
              </w:rPr>
              <w:t>Další společník</w:t>
            </w:r>
            <w:r w:rsidRPr="00505B97">
              <w:rPr>
                <w:bCs/>
              </w:rPr>
              <w:t xml:space="preserve"> (v případě, kdy se jedná o společnost na základě společenské smlouvy – dříve sdružení):</w:t>
            </w:r>
          </w:p>
        </w:tc>
        <w:tc>
          <w:tcPr>
            <w:tcW w:w="3260" w:type="dxa"/>
            <w:vAlign w:val="center"/>
          </w:tcPr>
          <w:p w14:paraId="1009D1A9" w14:textId="77777777" w:rsidR="00505B97" w:rsidRPr="00505B97" w:rsidRDefault="00505B97" w:rsidP="00505B97">
            <w:pPr>
              <w:rPr>
                <w:bCs/>
              </w:rPr>
            </w:pPr>
          </w:p>
        </w:tc>
        <w:tc>
          <w:tcPr>
            <w:tcW w:w="3260" w:type="dxa"/>
            <w:vAlign w:val="center"/>
          </w:tcPr>
          <w:p w14:paraId="63BCEA2A" w14:textId="77777777" w:rsidR="00505B97" w:rsidRPr="00505B97" w:rsidRDefault="00505B97" w:rsidP="00505B97">
            <w:pPr>
              <w:rPr>
                <w:bCs/>
              </w:rPr>
            </w:pPr>
          </w:p>
        </w:tc>
      </w:tr>
      <w:tr w:rsidR="00505B97" w:rsidRPr="00505B97" w14:paraId="78DECE51" w14:textId="77777777" w:rsidTr="00846731">
        <w:tc>
          <w:tcPr>
            <w:tcW w:w="3259" w:type="dxa"/>
            <w:shd w:val="clear" w:color="auto" w:fill="FFBFBF" w:themeFill="accent6" w:themeFillTint="33"/>
          </w:tcPr>
          <w:p w14:paraId="2AFE1929" w14:textId="77777777" w:rsidR="00505B97" w:rsidRPr="00505B97" w:rsidRDefault="00505B97" w:rsidP="00505B97">
            <w:pPr>
              <w:rPr>
                <w:b/>
                <w:bCs/>
                <w:vertAlign w:val="superscript"/>
              </w:rPr>
            </w:pPr>
            <w:r w:rsidRPr="00505B97">
              <w:rPr>
                <w:b/>
                <w:bCs/>
              </w:rPr>
              <w:t>Další společník</w:t>
            </w:r>
            <w:r w:rsidRPr="00505B97">
              <w:rPr>
                <w:bCs/>
              </w:rPr>
              <w:t xml:space="preserve"> (v případě, kdy se jedná o společnost na základě společenské smlouvy – dříve sdružení):</w:t>
            </w:r>
          </w:p>
        </w:tc>
        <w:tc>
          <w:tcPr>
            <w:tcW w:w="3260" w:type="dxa"/>
            <w:vAlign w:val="center"/>
          </w:tcPr>
          <w:p w14:paraId="711814A1" w14:textId="77777777" w:rsidR="00505B97" w:rsidRPr="00505B97" w:rsidRDefault="00505B97" w:rsidP="00505B97">
            <w:pPr>
              <w:rPr>
                <w:bCs/>
              </w:rPr>
            </w:pPr>
          </w:p>
        </w:tc>
        <w:tc>
          <w:tcPr>
            <w:tcW w:w="3260" w:type="dxa"/>
            <w:vAlign w:val="center"/>
          </w:tcPr>
          <w:p w14:paraId="43DC636B" w14:textId="77777777" w:rsidR="00505B97" w:rsidRPr="00505B97" w:rsidRDefault="00505B97" w:rsidP="00505B97">
            <w:pPr>
              <w:rPr>
                <w:bCs/>
              </w:rPr>
            </w:pPr>
          </w:p>
        </w:tc>
      </w:tr>
      <w:tr w:rsidR="00505B97" w:rsidRPr="00505B97" w14:paraId="06A939FB" w14:textId="77777777" w:rsidTr="00846731">
        <w:tc>
          <w:tcPr>
            <w:tcW w:w="3259" w:type="dxa"/>
            <w:shd w:val="clear" w:color="auto" w:fill="FFBFBF" w:themeFill="accent6" w:themeFillTint="33"/>
          </w:tcPr>
          <w:p w14:paraId="169E0073" w14:textId="77777777" w:rsidR="00505B97" w:rsidRPr="00505B97" w:rsidRDefault="00505B97" w:rsidP="00505B97">
            <w:pPr>
              <w:rPr>
                <w:b/>
                <w:bCs/>
              </w:rPr>
            </w:pPr>
            <w:r w:rsidRPr="00505B97">
              <w:rPr>
                <w:b/>
                <w:bCs/>
              </w:rPr>
              <w:t xml:space="preserve">Celkem v Kč </w:t>
            </w:r>
          </w:p>
        </w:tc>
        <w:tc>
          <w:tcPr>
            <w:tcW w:w="3260" w:type="dxa"/>
            <w:shd w:val="clear" w:color="auto" w:fill="FFBFBF" w:themeFill="accent6" w:themeFillTint="33"/>
          </w:tcPr>
          <w:p w14:paraId="4683FB8B" w14:textId="77777777" w:rsidR="00505B97" w:rsidRPr="00505B97" w:rsidRDefault="00505B97" w:rsidP="00505B97">
            <w:pPr>
              <w:rPr>
                <w:b/>
                <w:bCs/>
              </w:rPr>
            </w:pPr>
            <w:r w:rsidRPr="00505B97">
              <w:rPr>
                <w:b/>
                <w:bCs/>
              </w:rPr>
              <w:t>xxx</w:t>
            </w:r>
          </w:p>
        </w:tc>
        <w:tc>
          <w:tcPr>
            <w:tcW w:w="3260" w:type="dxa"/>
            <w:shd w:val="clear" w:color="auto" w:fill="FFBFBF" w:themeFill="accent6" w:themeFillTint="33"/>
          </w:tcPr>
          <w:p w14:paraId="5055CD13" w14:textId="77777777" w:rsidR="00505B97" w:rsidRPr="00505B97" w:rsidRDefault="00505B97" w:rsidP="00505B97">
            <w:pPr>
              <w:rPr>
                <w:b/>
                <w:bCs/>
              </w:rPr>
            </w:pPr>
          </w:p>
        </w:tc>
      </w:tr>
    </w:tbl>
    <w:p w14:paraId="25221120" w14:textId="77777777" w:rsidR="00505B97" w:rsidRPr="00505B97" w:rsidRDefault="00505B97" w:rsidP="00505B97">
      <w:pPr>
        <w:rPr>
          <w:bCs/>
        </w:rPr>
      </w:pPr>
    </w:p>
    <w:tbl>
      <w:tblPr>
        <w:tblStyle w:val="Mkatabulky"/>
        <w:tblW w:w="0" w:type="auto"/>
        <w:tblLook w:val="04A0" w:firstRow="1" w:lastRow="0" w:firstColumn="1" w:lastColumn="0" w:noHBand="0" w:noVBand="1"/>
      </w:tblPr>
      <w:tblGrid>
        <w:gridCol w:w="4380"/>
        <w:gridCol w:w="4340"/>
      </w:tblGrid>
      <w:tr w:rsidR="00505B97" w:rsidRPr="00505B97" w14:paraId="69C3ACAA" w14:textId="77777777" w:rsidTr="00846731">
        <w:tc>
          <w:tcPr>
            <w:tcW w:w="4889" w:type="dxa"/>
            <w:shd w:val="clear" w:color="auto" w:fill="FFBFBF" w:themeFill="accent6" w:themeFillTint="33"/>
            <w:vAlign w:val="center"/>
          </w:tcPr>
          <w:p w14:paraId="26F7C248" w14:textId="77777777" w:rsidR="00505B97" w:rsidRPr="00505B97" w:rsidRDefault="00505B97" w:rsidP="00505B97">
            <w:pPr>
              <w:rPr>
                <w:b/>
                <w:bCs/>
              </w:rPr>
            </w:pPr>
            <w:r w:rsidRPr="00505B97">
              <w:rPr>
                <w:b/>
                <w:bCs/>
              </w:rPr>
              <w:t>Hodnocení objednatele:</w:t>
            </w:r>
          </w:p>
          <w:p w14:paraId="09E50CD7" w14:textId="77777777" w:rsidR="00505B97" w:rsidRPr="00505B97" w:rsidRDefault="00505B97" w:rsidP="00505B97">
            <w:pPr>
              <w:rPr>
                <w:b/>
                <w:bCs/>
              </w:rPr>
            </w:pPr>
          </w:p>
          <w:p w14:paraId="332A4EED" w14:textId="77777777" w:rsidR="00505B97" w:rsidRPr="00505B97" w:rsidRDefault="00505B97" w:rsidP="00505B97">
            <w:pPr>
              <w:rPr>
                <w:bCs/>
              </w:rPr>
            </w:pPr>
          </w:p>
          <w:p w14:paraId="7922A420" w14:textId="77777777" w:rsidR="00505B97" w:rsidRPr="00505B97" w:rsidRDefault="00505B97" w:rsidP="00505B97">
            <w:pPr>
              <w:rPr>
                <w:bCs/>
              </w:rPr>
            </w:pPr>
          </w:p>
          <w:p w14:paraId="40FF4B26" w14:textId="77777777" w:rsidR="00505B97" w:rsidRPr="00505B97" w:rsidRDefault="00505B97" w:rsidP="00505B97">
            <w:pPr>
              <w:rPr>
                <w:bCs/>
              </w:rPr>
            </w:pPr>
          </w:p>
          <w:p w14:paraId="1CF2BD75" w14:textId="77777777" w:rsidR="00505B97" w:rsidRPr="00505B97" w:rsidRDefault="00505B97" w:rsidP="00505B97">
            <w:pPr>
              <w:rPr>
                <w:bCs/>
              </w:rPr>
            </w:pPr>
          </w:p>
        </w:tc>
        <w:tc>
          <w:tcPr>
            <w:tcW w:w="4890" w:type="dxa"/>
            <w:vAlign w:val="center"/>
          </w:tcPr>
          <w:p w14:paraId="275B0460" w14:textId="77777777" w:rsidR="00505B97" w:rsidRPr="00505B97" w:rsidRDefault="00505B97" w:rsidP="00505B97">
            <w:pPr>
              <w:rPr>
                <w:bCs/>
              </w:rPr>
            </w:pPr>
            <w:r w:rsidRPr="00505B97">
              <w:rPr>
                <w:bCs/>
              </w:rPr>
              <w:lastRenderedPageBreak/>
              <w:t>Správa železnic osvědčuje, že stavební práce uvedené v tomto osvědčení byly řádně poskytnuty a dokončeny.</w:t>
            </w:r>
          </w:p>
        </w:tc>
      </w:tr>
      <w:tr w:rsidR="00505B97" w:rsidRPr="00505B97" w14:paraId="51CABC39" w14:textId="77777777" w:rsidTr="00846731">
        <w:tc>
          <w:tcPr>
            <w:tcW w:w="4889" w:type="dxa"/>
            <w:shd w:val="clear" w:color="auto" w:fill="FFBFBF" w:themeFill="accent6" w:themeFillTint="33"/>
          </w:tcPr>
          <w:p w14:paraId="12C3F524" w14:textId="77777777" w:rsidR="00505B97" w:rsidRPr="00505B97" w:rsidRDefault="00505B97" w:rsidP="00505B97">
            <w:pPr>
              <w:rPr>
                <w:b/>
                <w:bCs/>
              </w:rPr>
            </w:pPr>
            <w:r w:rsidRPr="00505B97">
              <w:rPr>
                <w:b/>
                <w:bCs/>
              </w:rPr>
              <w:t>Kontaktní osoba:</w:t>
            </w:r>
          </w:p>
        </w:tc>
        <w:tc>
          <w:tcPr>
            <w:tcW w:w="4890" w:type="dxa"/>
            <w:vAlign w:val="center"/>
          </w:tcPr>
          <w:p w14:paraId="02A01177" w14:textId="77777777" w:rsidR="00505B97" w:rsidRPr="00505B97" w:rsidRDefault="00505B97" w:rsidP="00505B97">
            <w:pPr>
              <w:rPr>
                <w:bCs/>
              </w:rPr>
            </w:pPr>
          </w:p>
        </w:tc>
      </w:tr>
    </w:tbl>
    <w:p w14:paraId="69A3C72D" w14:textId="77777777" w:rsidR="00505B97" w:rsidRPr="00505B97" w:rsidRDefault="00505B97" w:rsidP="00505B97">
      <w:pPr>
        <w:rPr>
          <w:b/>
          <w:bCs/>
        </w:rPr>
      </w:pPr>
    </w:p>
    <w:tbl>
      <w:tblPr>
        <w:tblStyle w:val="Mkatabulky"/>
        <w:tblW w:w="0" w:type="auto"/>
        <w:tblLook w:val="04A0" w:firstRow="1" w:lastRow="0" w:firstColumn="1" w:lastColumn="0" w:noHBand="0" w:noVBand="1"/>
      </w:tblPr>
      <w:tblGrid>
        <w:gridCol w:w="4439"/>
        <w:gridCol w:w="4281"/>
      </w:tblGrid>
      <w:tr w:rsidR="00505B97" w:rsidRPr="00505B97" w14:paraId="7E28A800" w14:textId="77777777" w:rsidTr="00846731">
        <w:tc>
          <w:tcPr>
            <w:tcW w:w="4889" w:type="dxa"/>
            <w:shd w:val="clear" w:color="auto" w:fill="FFBFBF" w:themeFill="accent6" w:themeFillTint="33"/>
            <w:vAlign w:val="center"/>
          </w:tcPr>
          <w:p w14:paraId="4B1CEC7A" w14:textId="77777777" w:rsidR="00505B97" w:rsidRPr="00505B97" w:rsidRDefault="00505B97" w:rsidP="00505B97">
            <w:pPr>
              <w:rPr>
                <w:b/>
                <w:bCs/>
              </w:rPr>
            </w:pPr>
            <w:r w:rsidRPr="00505B97">
              <w:rPr>
                <w:b/>
                <w:bCs/>
              </w:rPr>
              <w:t xml:space="preserve">Jméno a příjmení </w:t>
            </w:r>
            <w:r w:rsidRPr="00505B97">
              <w:rPr>
                <w:bCs/>
              </w:rPr>
              <w:t>vystavitele (viz poznámka 1)</w:t>
            </w:r>
          </w:p>
        </w:tc>
        <w:tc>
          <w:tcPr>
            <w:tcW w:w="4890" w:type="dxa"/>
            <w:vAlign w:val="center"/>
          </w:tcPr>
          <w:p w14:paraId="2FA8EA13" w14:textId="77777777" w:rsidR="00505B97" w:rsidRPr="00505B97" w:rsidRDefault="00505B97" w:rsidP="00505B97">
            <w:pPr>
              <w:rPr>
                <w:bCs/>
              </w:rPr>
            </w:pPr>
          </w:p>
        </w:tc>
      </w:tr>
      <w:tr w:rsidR="00505B97" w:rsidRPr="00505B97" w14:paraId="4A19F0EA" w14:textId="77777777" w:rsidTr="00846731">
        <w:tc>
          <w:tcPr>
            <w:tcW w:w="4889" w:type="dxa"/>
            <w:shd w:val="clear" w:color="auto" w:fill="FFBFBF" w:themeFill="accent6" w:themeFillTint="33"/>
            <w:vAlign w:val="center"/>
          </w:tcPr>
          <w:p w14:paraId="78C204AD" w14:textId="77777777" w:rsidR="00505B97" w:rsidRPr="00505B97" w:rsidRDefault="00505B97" w:rsidP="00505B97">
            <w:pPr>
              <w:rPr>
                <w:b/>
                <w:bCs/>
              </w:rPr>
            </w:pPr>
            <w:r w:rsidRPr="00505B97">
              <w:rPr>
                <w:b/>
                <w:bCs/>
              </w:rPr>
              <w:t>Funkce:</w:t>
            </w:r>
          </w:p>
        </w:tc>
        <w:tc>
          <w:tcPr>
            <w:tcW w:w="4890" w:type="dxa"/>
            <w:vAlign w:val="center"/>
          </w:tcPr>
          <w:p w14:paraId="463A6AA4" w14:textId="77777777" w:rsidR="00505B97" w:rsidRPr="00505B97" w:rsidRDefault="00505B97" w:rsidP="00505B97">
            <w:pPr>
              <w:rPr>
                <w:bCs/>
              </w:rPr>
            </w:pPr>
          </w:p>
        </w:tc>
      </w:tr>
      <w:tr w:rsidR="00505B97" w:rsidRPr="00505B97" w14:paraId="3E45A56F" w14:textId="77777777" w:rsidTr="00846731">
        <w:tc>
          <w:tcPr>
            <w:tcW w:w="4889" w:type="dxa"/>
            <w:shd w:val="clear" w:color="auto" w:fill="FFBFBF" w:themeFill="accent6" w:themeFillTint="33"/>
            <w:vAlign w:val="center"/>
          </w:tcPr>
          <w:p w14:paraId="603C2AF4" w14:textId="77777777" w:rsidR="00505B97" w:rsidRPr="00505B97" w:rsidRDefault="00505B97" w:rsidP="00505B97">
            <w:pPr>
              <w:rPr>
                <w:b/>
                <w:bCs/>
              </w:rPr>
            </w:pPr>
            <w:r w:rsidRPr="00505B97">
              <w:rPr>
                <w:b/>
                <w:bCs/>
              </w:rPr>
              <w:t>Podpis vystavitele</w:t>
            </w:r>
          </w:p>
          <w:p w14:paraId="7F48CCB2" w14:textId="77777777" w:rsidR="00505B97" w:rsidRPr="00505B97" w:rsidRDefault="00505B97" w:rsidP="00505B97">
            <w:pPr>
              <w:rPr>
                <w:b/>
                <w:bCs/>
              </w:rPr>
            </w:pPr>
          </w:p>
        </w:tc>
        <w:tc>
          <w:tcPr>
            <w:tcW w:w="4890" w:type="dxa"/>
            <w:vAlign w:val="center"/>
          </w:tcPr>
          <w:p w14:paraId="26E1C4BF" w14:textId="77777777" w:rsidR="00505B97" w:rsidRPr="00505B97" w:rsidRDefault="00505B97" w:rsidP="00505B97">
            <w:pPr>
              <w:rPr>
                <w:bCs/>
              </w:rPr>
            </w:pPr>
          </w:p>
        </w:tc>
      </w:tr>
      <w:tr w:rsidR="00505B97" w:rsidRPr="00505B97" w14:paraId="24AC58A6" w14:textId="77777777" w:rsidTr="00846731">
        <w:tc>
          <w:tcPr>
            <w:tcW w:w="4889" w:type="dxa"/>
            <w:shd w:val="clear" w:color="auto" w:fill="FFBFBF" w:themeFill="accent6" w:themeFillTint="33"/>
            <w:vAlign w:val="center"/>
          </w:tcPr>
          <w:p w14:paraId="10E86932" w14:textId="77777777" w:rsidR="00505B97" w:rsidRPr="00505B97" w:rsidRDefault="00505B97" w:rsidP="00505B97">
            <w:pPr>
              <w:rPr>
                <w:b/>
                <w:bCs/>
              </w:rPr>
            </w:pPr>
            <w:r w:rsidRPr="00505B97">
              <w:rPr>
                <w:b/>
                <w:bCs/>
              </w:rPr>
              <w:t>Datum vystavení osvědčení</w:t>
            </w:r>
          </w:p>
        </w:tc>
        <w:tc>
          <w:tcPr>
            <w:tcW w:w="4890" w:type="dxa"/>
            <w:vAlign w:val="center"/>
          </w:tcPr>
          <w:p w14:paraId="3F185CC9" w14:textId="77777777" w:rsidR="00505B97" w:rsidRPr="00505B97" w:rsidRDefault="00505B97" w:rsidP="00505B97">
            <w:pPr>
              <w:rPr>
                <w:bCs/>
              </w:rPr>
            </w:pPr>
          </w:p>
        </w:tc>
      </w:tr>
    </w:tbl>
    <w:p w14:paraId="02D192AE" w14:textId="77777777" w:rsidR="00505B97" w:rsidRPr="00505B97" w:rsidRDefault="00505B97" w:rsidP="00505B97">
      <w:pPr>
        <w:rPr>
          <w:bCs/>
        </w:rPr>
      </w:pPr>
    </w:p>
    <w:p w14:paraId="3CF4BD6E" w14:textId="77777777" w:rsidR="00505B97" w:rsidRPr="00505B97" w:rsidRDefault="00505B97" w:rsidP="00505B97">
      <w:pPr>
        <w:rPr>
          <w:bCs/>
          <w:i/>
        </w:rPr>
      </w:pPr>
      <w:r w:rsidRPr="00505B97">
        <w:rPr>
          <w:bCs/>
          <w:i/>
        </w:rPr>
        <w:t>* Je-li vzhledem k charakteru stavby relevantní.</w:t>
      </w:r>
    </w:p>
    <w:p w14:paraId="141402DA" w14:textId="77777777" w:rsidR="00505B97" w:rsidRPr="00505B97" w:rsidRDefault="00505B97" w:rsidP="00505B97">
      <w:pPr>
        <w:rPr>
          <w:b/>
          <w:bCs/>
          <w:i/>
        </w:rPr>
      </w:pPr>
    </w:p>
    <w:p w14:paraId="5EBE202A" w14:textId="77777777" w:rsidR="00505B97" w:rsidRPr="00505B97" w:rsidRDefault="00505B97" w:rsidP="00505B97">
      <w:pPr>
        <w:rPr>
          <w:bCs/>
          <w:i/>
        </w:rPr>
      </w:pPr>
      <w:r w:rsidRPr="00505B97">
        <w:rPr>
          <w:b/>
          <w:bCs/>
          <w:i/>
        </w:rPr>
        <w:t>Poznámka 1:</w:t>
      </w:r>
      <w:r w:rsidRPr="00505B97">
        <w:rPr>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EE4C339" w14:textId="77777777" w:rsidR="00505B97" w:rsidRPr="00505B97" w:rsidRDefault="00505B97" w:rsidP="00505B97">
      <w:pPr>
        <w:rPr>
          <w:bCs/>
          <w:i/>
        </w:rPr>
      </w:pPr>
      <w:r w:rsidRPr="00505B97">
        <w:rPr>
          <w:b/>
          <w:bCs/>
          <w:i/>
        </w:rPr>
        <w:t>Poznámka 2:</w:t>
      </w:r>
      <w:r w:rsidRPr="00505B97">
        <w:rPr>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92244FC" w14:textId="77777777" w:rsidR="00505B97" w:rsidRPr="00505B97" w:rsidRDefault="00505B97" w:rsidP="00505B97">
      <w:r w:rsidRPr="00505B97">
        <w:rPr>
          <w:b/>
          <w:bCs/>
          <w:i/>
        </w:rPr>
        <w:t>Poznámka 3:</w:t>
      </w:r>
      <w:r w:rsidRPr="00505B97">
        <w:rPr>
          <w:bCs/>
          <w:i/>
        </w:rPr>
        <w:t xml:space="preserve"> Všechny částky v Kč se uvedou v hodnotě bez DPH.</w:t>
      </w:r>
    </w:p>
    <w:p w14:paraId="62BD6B3C" w14:textId="77777777" w:rsidR="00505B97" w:rsidRPr="00505B97" w:rsidRDefault="00505B97" w:rsidP="00505B97"/>
    <w:p w14:paraId="06419BFD" w14:textId="6B11716D" w:rsidR="00C97991" w:rsidRPr="00505B97" w:rsidRDefault="00C97991" w:rsidP="00505B97">
      <w:pPr>
        <w:sectPr w:rsidR="00C97991" w:rsidRPr="00505B97" w:rsidSect="002E4514">
          <w:footerReference w:type="default" r:id="rId37"/>
          <w:pgSz w:w="11906" w:h="16838" w:code="9"/>
          <w:pgMar w:top="1077" w:right="1588" w:bottom="1474" w:left="1588" w:header="595" w:footer="624" w:gutter="0"/>
          <w:pgNumType w:start="1"/>
          <w:cols w:space="708"/>
          <w:docGrid w:linePitch="360"/>
        </w:sectPr>
      </w:pPr>
    </w:p>
    <w:p w14:paraId="6D160340" w14:textId="77777777" w:rsidR="00D146B5" w:rsidRPr="00C52164" w:rsidRDefault="00D146B5" w:rsidP="008255AC">
      <w:pPr>
        <w:pStyle w:val="Textbezodsazen"/>
        <w:rPr>
          <w:color w:val="00B050"/>
        </w:rPr>
      </w:pPr>
    </w:p>
    <w:sectPr w:rsidR="00D146B5" w:rsidRPr="00C52164"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1AF86" w14:textId="77777777" w:rsidR="00F51D8A" w:rsidRDefault="00F51D8A" w:rsidP="00962258">
      <w:pPr>
        <w:spacing w:after="0" w:line="240" w:lineRule="auto"/>
      </w:pPr>
      <w:r>
        <w:separator/>
      </w:r>
    </w:p>
  </w:endnote>
  <w:endnote w:type="continuationSeparator" w:id="0">
    <w:p w14:paraId="75618984" w14:textId="77777777" w:rsidR="00F51D8A" w:rsidRDefault="00F51D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0229" w:rsidRPr="003462EB" w14:paraId="3256DAD8" w14:textId="77777777" w:rsidTr="00D453DF">
      <w:tc>
        <w:tcPr>
          <w:tcW w:w="1021" w:type="dxa"/>
          <w:vAlign w:val="bottom"/>
        </w:tcPr>
        <w:p w14:paraId="0BFD0F6D" w14:textId="41AC7154" w:rsidR="00F30229" w:rsidRPr="00B8518B" w:rsidRDefault="00F30229" w:rsidP="00672B0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6</w:t>
          </w:r>
          <w:r w:rsidRPr="00B8518B">
            <w:rPr>
              <w:rStyle w:val="slostrnky"/>
            </w:rPr>
            <w:fldChar w:fldCharType="end"/>
          </w:r>
          <w:r w:rsidRPr="00B8518B">
            <w:rPr>
              <w:rStyle w:val="slostrnky"/>
            </w:rPr>
            <w:t>/</w:t>
          </w:r>
          <w:r>
            <w:rPr>
              <w:rStyle w:val="slostrnky"/>
            </w:rPr>
            <w:t>5</w:t>
          </w:r>
        </w:p>
      </w:tc>
      <w:tc>
        <w:tcPr>
          <w:tcW w:w="0" w:type="auto"/>
          <w:vAlign w:val="bottom"/>
        </w:tcPr>
        <w:p w14:paraId="0645799B" w14:textId="77777777" w:rsidR="00F30229" w:rsidRPr="003462EB" w:rsidRDefault="00F30229" w:rsidP="00747C0A">
          <w:pPr>
            <w:pStyle w:val="Zpatvlevo"/>
          </w:pPr>
          <w:r>
            <w:t xml:space="preserve">Smlouva o dílo na </w:t>
          </w:r>
          <w:r w:rsidRPr="000A7FDE">
            <w:t xml:space="preserve">Zhotovení stavby </w:t>
          </w:r>
        </w:p>
      </w:tc>
    </w:tr>
  </w:tbl>
  <w:p w14:paraId="49165866" w14:textId="77777777" w:rsidR="00F30229" w:rsidRPr="00747C0A" w:rsidRDefault="00F3022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0229" w:rsidRPr="009E09BE" w14:paraId="44232582" w14:textId="77777777" w:rsidTr="00D453DF">
      <w:tc>
        <w:tcPr>
          <w:tcW w:w="0" w:type="auto"/>
          <w:tcMar>
            <w:left w:w="0" w:type="dxa"/>
            <w:right w:w="0" w:type="dxa"/>
          </w:tcMar>
          <w:vAlign w:val="bottom"/>
        </w:tcPr>
        <w:p w14:paraId="5A7DC024" w14:textId="77777777" w:rsidR="00F30229" w:rsidRPr="007E0D11" w:rsidRDefault="00F30229" w:rsidP="00D453DF">
          <w:pPr>
            <w:pStyle w:val="Zpatvpravo"/>
            <w:rPr>
              <w:b/>
            </w:rPr>
          </w:pPr>
          <w:r w:rsidRPr="007E0D11">
            <w:rPr>
              <w:b/>
            </w:rPr>
            <w:t xml:space="preserve">Příloha č. </w:t>
          </w:r>
          <w:r>
            <w:rPr>
              <w:b/>
            </w:rPr>
            <w:t>4</w:t>
          </w:r>
        </w:p>
        <w:p w14:paraId="254116D2" w14:textId="77777777" w:rsidR="00F30229" w:rsidRPr="003462EB" w:rsidRDefault="00F3022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181A7EEF" w:rsidR="00F30229" w:rsidRPr="009E09BE" w:rsidRDefault="00F3022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1</w:t>
          </w:r>
          <w:r>
            <w:rPr>
              <w:rStyle w:val="slostrnky"/>
            </w:rPr>
            <w:fldChar w:fldCharType="end"/>
          </w:r>
        </w:p>
      </w:tc>
    </w:tr>
  </w:tbl>
  <w:p w14:paraId="1362BEE0" w14:textId="77777777" w:rsidR="00F30229" w:rsidRPr="00B8518B" w:rsidRDefault="00F3022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0229" w:rsidRPr="003462EB" w14:paraId="07C8D330" w14:textId="77777777" w:rsidTr="00D453DF">
      <w:tc>
        <w:tcPr>
          <w:tcW w:w="1021" w:type="dxa"/>
          <w:vAlign w:val="bottom"/>
        </w:tcPr>
        <w:p w14:paraId="17F81628" w14:textId="315A75C4" w:rsidR="00F30229" w:rsidRPr="00B8518B" w:rsidRDefault="00F3022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2</w:t>
          </w:r>
          <w:r>
            <w:rPr>
              <w:rStyle w:val="slostrnky"/>
            </w:rPr>
            <w:fldChar w:fldCharType="end"/>
          </w:r>
        </w:p>
      </w:tc>
      <w:tc>
        <w:tcPr>
          <w:tcW w:w="0" w:type="auto"/>
          <w:vAlign w:val="bottom"/>
        </w:tcPr>
        <w:p w14:paraId="2376B7BA" w14:textId="77777777" w:rsidR="00F30229" w:rsidRPr="007E0D11" w:rsidRDefault="00F30229" w:rsidP="007E0D11">
          <w:pPr>
            <w:pStyle w:val="Zpatvlevo"/>
            <w:rPr>
              <w:b/>
            </w:rPr>
          </w:pPr>
          <w:r>
            <w:rPr>
              <w:b/>
            </w:rPr>
            <w:t>Příloha č. 5</w:t>
          </w:r>
        </w:p>
        <w:p w14:paraId="1C732115" w14:textId="77777777" w:rsidR="00F30229" w:rsidRPr="003462EB" w:rsidRDefault="00F30229" w:rsidP="007E0D11">
          <w:pPr>
            <w:pStyle w:val="Zpatvlevo"/>
          </w:pPr>
          <w:r>
            <w:t>Smlouva o dílo na Z</w:t>
          </w:r>
          <w:r w:rsidRPr="003462EB">
            <w:t xml:space="preserve">hotovení stavby </w:t>
          </w:r>
        </w:p>
      </w:tc>
    </w:tr>
  </w:tbl>
  <w:p w14:paraId="3E5A8086" w14:textId="77777777" w:rsidR="00F30229" w:rsidRPr="00747C0A" w:rsidRDefault="00F30229">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0229" w:rsidRPr="009E09BE" w14:paraId="1C439ADC" w14:textId="77777777" w:rsidTr="00D453DF">
      <w:tc>
        <w:tcPr>
          <w:tcW w:w="0" w:type="auto"/>
          <w:tcMar>
            <w:left w:w="0" w:type="dxa"/>
            <w:right w:w="0" w:type="dxa"/>
          </w:tcMar>
          <w:vAlign w:val="bottom"/>
        </w:tcPr>
        <w:p w14:paraId="1FFF4A39" w14:textId="77777777" w:rsidR="00F30229" w:rsidRPr="007E0D11" w:rsidRDefault="00F30229" w:rsidP="00D453DF">
          <w:pPr>
            <w:pStyle w:val="Zpatvpravo"/>
            <w:rPr>
              <w:b/>
            </w:rPr>
          </w:pPr>
          <w:r w:rsidRPr="007E0D11">
            <w:rPr>
              <w:b/>
            </w:rPr>
            <w:t xml:space="preserve">Příloha č. </w:t>
          </w:r>
          <w:r>
            <w:rPr>
              <w:b/>
            </w:rPr>
            <w:t>5</w:t>
          </w:r>
        </w:p>
        <w:p w14:paraId="1FCF285A" w14:textId="77777777" w:rsidR="00F30229" w:rsidRPr="003462EB" w:rsidRDefault="00F3022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31284291" w:rsidR="00F30229" w:rsidRPr="009E09BE" w:rsidRDefault="00F3022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3</w:t>
          </w:r>
          <w:r>
            <w:rPr>
              <w:rStyle w:val="slostrnky"/>
            </w:rPr>
            <w:fldChar w:fldCharType="end"/>
          </w:r>
        </w:p>
      </w:tc>
    </w:tr>
  </w:tbl>
  <w:p w14:paraId="6898BA9E" w14:textId="77777777" w:rsidR="00F30229" w:rsidRPr="00B8518B" w:rsidRDefault="00F3022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0229" w:rsidRPr="003462EB" w14:paraId="69E900DB" w14:textId="77777777" w:rsidTr="00D453DF">
      <w:tc>
        <w:tcPr>
          <w:tcW w:w="1021" w:type="dxa"/>
          <w:vAlign w:val="bottom"/>
        </w:tcPr>
        <w:p w14:paraId="7508F2E0" w14:textId="77777777" w:rsidR="00F30229" w:rsidRPr="00B8518B" w:rsidRDefault="00F3022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F30229" w:rsidRPr="007E0D11" w:rsidRDefault="00F30229" w:rsidP="007E0D11">
          <w:pPr>
            <w:pStyle w:val="Zpatvlevo"/>
            <w:rPr>
              <w:b/>
            </w:rPr>
          </w:pPr>
          <w:r>
            <w:rPr>
              <w:b/>
            </w:rPr>
            <w:t>Příloha č. 8</w:t>
          </w:r>
        </w:p>
        <w:p w14:paraId="72380371" w14:textId="77777777" w:rsidR="00F30229" w:rsidRPr="003462EB" w:rsidRDefault="00F30229" w:rsidP="007E0D11">
          <w:pPr>
            <w:pStyle w:val="Zpatvlevo"/>
          </w:pPr>
          <w:r>
            <w:t>Smlouva o dílo na Z</w:t>
          </w:r>
          <w:r w:rsidRPr="003462EB">
            <w:t xml:space="preserve">hotovení stavby </w:t>
          </w:r>
        </w:p>
      </w:tc>
    </w:tr>
  </w:tbl>
  <w:p w14:paraId="2AD2C6AC" w14:textId="77777777" w:rsidR="00F30229" w:rsidRPr="00747C0A" w:rsidRDefault="00F30229">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0229" w:rsidRPr="009E09BE" w14:paraId="7D451644" w14:textId="77777777" w:rsidTr="00D453DF">
      <w:tc>
        <w:tcPr>
          <w:tcW w:w="0" w:type="auto"/>
          <w:tcMar>
            <w:left w:w="0" w:type="dxa"/>
            <w:right w:w="0" w:type="dxa"/>
          </w:tcMar>
          <w:vAlign w:val="bottom"/>
        </w:tcPr>
        <w:p w14:paraId="28FFFE2A" w14:textId="77777777" w:rsidR="00F30229" w:rsidRPr="007E0D11" w:rsidRDefault="00F30229" w:rsidP="00D453DF">
          <w:pPr>
            <w:pStyle w:val="Zpatvpravo"/>
            <w:rPr>
              <w:b/>
            </w:rPr>
          </w:pPr>
          <w:r w:rsidRPr="007E0D11">
            <w:rPr>
              <w:b/>
            </w:rPr>
            <w:t xml:space="preserve">Příloha č. </w:t>
          </w:r>
          <w:r>
            <w:rPr>
              <w:b/>
            </w:rPr>
            <w:t>8</w:t>
          </w:r>
        </w:p>
        <w:p w14:paraId="7FC64E78" w14:textId="77777777" w:rsidR="00F30229" w:rsidRPr="003462EB" w:rsidRDefault="00F3022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57CC9147" w:rsidR="00F30229" w:rsidRPr="009E09BE" w:rsidRDefault="00F3022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1</w:t>
          </w:r>
          <w:r>
            <w:rPr>
              <w:rStyle w:val="slostrnky"/>
            </w:rPr>
            <w:fldChar w:fldCharType="end"/>
          </w:r>
        </w:p>
      </w:tc>
    </w:tr>
  </w:tbl>
  <w:p w14:paraId="5E742DB4" w14:textId="77777777" w:rsidR="00F30229" w:rsidRPr="00B8518B" w:rsidRDefault="00F30229"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0229" w:rsidRPr="003462EB" w14:paraId="5A0B8FF8" w14:textId="77777777" w:rsidTr="00D453DF">
      <w:tc>
        <w:tcPr>
          <w:tcW w:w="1021" w:type="dxa"/>
          <w:vAlign w:val="bottom"/>
        </w:tcPr>
        <w:p w14:paraId="264CCC68" w14:textId="72BC527B" w:rsidR="00F30229" w:rsidRPr="00B8518B" w:rsidRDefault="00F3022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6</w:t>
          </w:r>
          <w:r>
            <w:rPr>
              <w:rStyle w:val="slostrnky"/>
            </w:rPr>
            <w:fldChar w:fldCharType="end"/>
          </w:r>
        </w:p>
      </w:tc>
      <w:tc>
        <w:tcPr>
          <w:tcW w:w="0" w:type="auto"/>
          <w:vAlign w:val="bottom"/>
        </w:tcPr>
        <w:p w14:paraId="6B4A6AA6" w14:textId="11E1033D" w:rsidR="00F30229" w:rsidRPr="007E0D11" w:rsidRDefault="00F30229" w:rsidP="007E0D11">
          <w:pPr>
            <w:pStyle w:val="Zpatvlevo"/>
            <w:rPr>
              <w:b/>
            </w:rPr>
          </w:pPr>
          <w:r>
            <w:rPr>
              <w:b/>
            </w:rPr>
            <w:t>Příloha č. 10</w:t>
          </w:r>
        </w:p>
        <w:p w14:paraId="20EA5D57" w14:textId="77777777" w:rsidR="00F30229" w:rsidRPr="003462EB" w:rsidRDefault="00F30229" w:rsidP="007E0D11">
          <w:pPr>
            <w:pStyle w:val="Zpatvlevo"/>
          </w:pPr>
          <w:r>
            <w:t>Smlouva o dílo na Z</w:t>
          </w:r>
          <w:r w:rsidRPr="003462EB">
            <w:t xml:space="preserve">hotovení stavby </w:t>
          </w:r>
        </w:p>
      </w:tc>
    </w:tr>
  </w:tbl>
  <w:p w14:paraId="089F143C" w14:textId="77777777" w:rsidR="00F30229" w:rsidRPr="00747C0A" w:rsidRDefault="00F30229">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0229" w:rsidRPr="009E09BE" w14:paraId="2F8044D6" w14:textId="77777777" w:rsidTr="00D453DF">
      <w:tc>
        <w:tcPr>
          <w:tcW w:w="0" w:type="auto"/>
          <w:tcMar>
            <w:left w:w="0" w:type="dxa"/>
            <w:right w:w="0" w:type="dxa"/>
          </w:tcMar>
          <w:vAlign w:val="bottom"/>
        </w:tcPr>
        <w:p w14:paraId="4BCF9CC6" w14:textId="23E85988" w:rsidR="00F30229" w:rsidRPr="007E0D11" w:rsidRDefault="00F30229" w:rsidP="00D453DF">
          <w:pPr>
            <w:pStyle w:val="Zpatvpravo"/>
            <w:rPr>
              <w:b/>
            </w:rPr>
          </w:pPr>
          <w:r w:rsidRPr="007E0D11">
            <w:rPr>
              <w:b/>
            </w:rPr>
            <w:t>Příloha č.</w:t>
          </w:r>
          <w:r>
            <w:rPr>
              <w:b/>
            </w:rPr>
            <w:t>9</w:t>
          </w:r>
          <w:r w:rsidRPr="007E0D11">
            <w:rPr>
              <w:b/>
            </w:rPr>
            <w:t xml:space="preserve"> </w:t>
          </w:r>
        </w:p>
        <w:p w14:paraId="76BE458C" w14:textId="77777777" w:rsidR="00F30229" w:rsidRPr="003462EB" w:rsidRDefault="00F3022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71EC9B2E" w:rsidR="00F30229" w:rsidRPr="009E09BE" w:rsidRDefault="00F3022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1</w:t>
          </w:r>
          <w:r>
            <w:rPr>
              <w:rStyle w:val="slostrnky"/>
            </w:rPr>
            <w:fldChar w:fldCharType="end"/>
          </w:r>
        </w:p>
      </w:tc>
    </w:tr>
  </w:tbl>
  <w:p w14:paraId="66DD91CB" w14:textId="77777777" w:rsidR="00F30229" w:rsidRPr="00B8518B" w:rsidRDefault="00F30229"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0229" w:rsidRPr="009E09BE" w14:paraId="09D953FA" w14:textId="77777777" w:rsidTr="00D453DF">
      <w:tc>
        <w:tcPr>
          <w:tcW w:w="0" w:type="auto"/>
          <w:tcMar>
            <w:left w:w="0" w:type="dxa"/>
            <w:right w:w="0" w:type="dxa"/>
          </w:tcMar>
          <w:vAlign w:val="bottom"/>
        </w:tcPr>
        <w:p w14:paraId="3BFEAAFE" w14:textId="34446FD8" w:rsidR="00F30229" w:rsidRPr="007E0D11" w:rsidRDefault="00F30229" w:rsidP="00D453DF">
          <w:pPr>
            <w:pStyle w:val="Zpatvpravo"/>
            <w:rPr>
              <w:b/>
            </w:rPr>
          </w:pPr>
          <w:r w:rsidRPr="007E0D11">
            <w:rPr>
              <w:b/>
            </w:rPr>
            <w:t>Příloha č.</w:t>
          </w:r>
          <w:r>
            <w:rPr>
              <w:b/>
            </w:rPr>
            <w:t>10</w:t>
          </w:r>
          <w:r w:rsidRPr="007E0D11">
            <w:rPr>
              <w:b/>
            </w:rPr>
            <w:t xml:space="preserve"> </w:t>
          </w:r>
        </w:p>
        <w:p w14:paraId="33F2B0AF" w14:textId="77777777" w:rsidR="00F30229" w:rsidRPr="003462EB" w:rsidRDefault="00F3022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0070FE53" w14:textId="2C3E8341" w:rsidR="00F30229" w:rsidRPr="009E09BE" w:rsidRDefault="00F3022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5</w:t>
          </w:r>
          <w:r>
            <w:rPr>
              <w:rStyle w:val="slostrnky"/>
            </w:rPr>
            <w:fldChar w:fldCharType="end"/>
          </w:r>
        </w:p>
      </w:tc>
    </w:tr>
  </w:tbl>
  <w:p w14:paraId="71775C89" w14:textId="77777777" w:rsidR="00F30229" w:rsidRPr="00B8518B" w:rsidRDefault="00F3022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0229" w:rsidRPr="003462EB" w14:paraId="6298F5C7" w14:textId="77777777" w:rsidTr="00D453DF">
      <w:tc>
        <w:tcPr>
          <w:tcW w:w="1021" w:type="dxa"/>
          <w:vAlign w:val="bottom"/>
        </w:tcPr>
        <w:p w14:paraId="37FDBE73" w14:textId="069DC272" w:rsidR="00F30229" w:rsidRPr="00B8518B" w:rsidRDefault="00F3022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5</w:t>
          </w:r>
          <w:r>
            <w:rPr>
              <w:rStyle w:val="slostrnky"/>
            </w:rPr>
            <w:fldChar w:fldCharType="end"/>
          </w:r>
        </w:p>
      </w:tc>
      <w:tc>
        <w:tcPr>
          <w:tcW w:w="0" w:type="auto"/>
          <w:vAlign w:val="bottom"/>
        </w:tcPr>
        <w:p w14:paraId="1C80072A" w14:textId="77777777" w:rsidR="00F30229" w:rsidRPr="007E0D11" w:rsidRDefault="00F30229"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F30229" w:rsidRPr="003462EB" w:rsidRDefault="00F30229" w:rsidP="007E0D11">
          <w:pPr>
            <w:pStyle w:val="Zpatvlevo"/>
          </w:pPr>
          <w:r>
            <w:t>Smlouva o dílo na Z</w:t>
          </w:r>
          <w:r w:rsidRPr="003462EB">
            <w:t xml:space="preserve">hotovení stavby </w:t>
          </w:r>
        </w:p>
      </w:tc>
    </w:tr>
  </w:tbl>
  <w:p w14:paraId="2119AE55" w14:textId="77777777" w:rsidR="00F30229" w:rsidRPr="00747C0A" w:rsidRDefault="00F3022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FF87" w14:textId="77777777" w:rsidR="00F30229" w:rsidRPr="001425CA" w:rsidRDefault="00F30229" w:rsidP="001425C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0229" w:rsidRPr="009E09BE" w14:paraId="79A390BE" w14:textId="77777777" w:rsidTr="00D453DF">
      <w:tc>
        <w:tcPr>
          <w:tcW w:w="0" w:type="auto"/>
          <w:tcMar>
            <w:left w:w="0" w:type="dxa"/>
            <w:right w:w="0" w:type="dxa"/>
          </w:tcMar>
          <w:vAlign w:val="bottom"/>
        </w:tcPr>
        <w:p w14:paraId="2D1E7C09" w14:textId="77777777" w:rsidR="00F30229" w:rsidRPr="003462EB" w:rsidRDefault="00F30229"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66D0FD1C" w:rsidR="00F30229" w:rsidRPr="009E09BE" w:rsidRDefault="00F30229" w:rsidP="00672B0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5</w:t>
          </w:r>
          <w:r w:rsidRPr="00B8518B">
            <w:rPr>
              <w:rStyle w:val="slostrnky"/>
            </w:rPr>
            <w:fldChar w:fldCharType="end"/>
          </w:r>
          <w:r w:rsidRPr="00B8518B">
            <w:rPr>
              <w:rStyle w:val="slostrnky"/>
            </w:rPr>
            <w:t>/</w:t>
          </w:r>
          <w:r>
            <w:rPr>
              <w:rStyle w:val="slostrnky"/>
            </w:rPr>
            <w:t>5</w:t>
          </w:r>
        </w:p>
      </w:tc>
    </w:tr>
  </w:tbl>
  <w:p w14:paraId="12F4C149" w14:textId="77777777" w:rsidR="00F30229" w:rsidRPr="00B8518B" w:rsidRDefault="00F3022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0229" w:rsidRPr="003462EB" w14:paraId="10390D12" w14:textId="77777777" w:rsidTr="00D453DF">
      <w:tc>
        <w:tcPr>
          <w:tcW w:w="1021" w:type="dxa"/>
          <w:vAlign w:val="bottom"/>
        </w:tcPr>
        <w:p w14:paraId="7550AC47" w14:textId="77777777" w:rsidR="00F30229" w:rsidRPr="00B8518B" w:rsidRDefault="00F3022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F30229" w:rsidRPr="007E0D11" w:rsidRDefault="00F30229" w:rsidP="007E0D11">
          <w:pPr>
            <w:pStyle w:val="Zpatvlevo"/>
            <w:rPr>
              <w:b/>
            </w:rPr>
          </w:pPr>
          <w:r w:rsidRPr="007E0D11">
            <w:rPr>
              <w:b/>
            </w:rPr>
            <w:t>Příloha č. 1</w:t>
          </w:r>
        </w:p>
        <w:p w14:paraId="751A6246" w14:textId="77777777" w:rsidR="00F30229" w:rsidRPr="003462EB" w:rsidRDefault="00F30229" w:rsidP="007E0D11">
          <w:pPr>
            <w:pStyle w:val="Zpatvlevo"/>
          </w:pPr>
          <w:r>
            <w:t>Smlouva o dílo na Z</w:t>
          </w:r>
          <w:r w:rsidRPr="003462EB">
            <w:t xml:space="preserve">hotovení stavby </w:t>
          </w:r>
        </w:p>
      </w:tc>
    </w:tr>
  </w:tbl>
  <w:p w14:paraId="77B725E8" w14:textId="77777777" w:rsidR="00F30229" w:rsidRPr="00747C0A" w:rsidRDefault="00F3022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0229" w:rsidRPr="009E09BE" w14:paraId="50BB4781" w14:textId="77777777" w:rsidTr="00D453DF">
      <w:tc>
        <w:tcPr>
          <w:tcW w:w="0" w:type="auto"/>
          <w:tcMar>
            <w:left w:w="0" w:type="dxa"/>
            <w:right w:w="0" w:type="dxa"/>
          </w:tcMar>
          <w:vAlign w:val="bottom"/>
        </w:tcPr>
        <w:p w14:paraId="5FCBE91B" w14:textId="77777777" w:rsidR="00F30229" w:rsidRPr="007E0D11" w:rsidRDefault="00F30229" w:rsidP="00D453DF">
          <w:pPr>
            <w:pStyle w:val="Zpatvpravo"/>
            <w:rPr>
              <w:b/>
            </w:rPr>
          </w:pPr>
          <w:r w:rsidRPr="007E0D11">
            <w:rPr>
              <w:b/>
            </w:rPr>
            <w:t>Příloha č. 1</w:t>
          </w:r>
        </w:p>
        <w:p w14:paraId="2CBA8913" w14:textId="77777777" w:rsidR="00F30229" w:rsidRPr="003462EB" w:rsidRDefault="00F30229"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56164800" w:rsidR="00F30229" w:rsidRPr="009E09BE" w:rsidRDefault="00F30229"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1</w:t>
          </w:r>
          <w:r>
            <w:rPr>
              <w:rStyle w:val="slostrnky"/>
            </w:rPr>
            <w:fldChar w:fldCharType="end"/>
          </w:r>
        </w:p>
      </w:tc>
    </w:tr>
  </w:tbl>
  <w:p w14:paraId="3BB30C96" w14:textId="77777777" w:rsidR="00F30229" w:rsidRPr="00B8518B" w:rsidRDefault="00F3022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0229" w:rsidRPr="003462EB" w14:paraId="0C1B6DCC" w14:textId="77777777" w:rsidTr="00D453DF">
      <w:tc>
        <w:tcPr>
          <w:tcW w:w="1021" w:type="dxa"/>
          <w:vAlign w:val="bottom"/>
        </w:tcPr>
        <w:p w14:paraId="56BD97A3" w14:textId="7CCBD7AA" w:rsidR="00F30229" w:rsidRPr="00B8518B" w:rsidRDefault="00F3022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3</w:t>
          </w:r>
          <w:r>
            <w:rPr>
              <w:rStyle w:val="slostrnky"/>
            </w:rPr>
            <w:fldChar w:fldCharType="end"/>
          </w:r>
        </w:p>
      </w:tc>
      <w:tc>
        <w:tcPr>
          <w:tcW w:w="0" w:type="auto"/>
          <w:vAlign w:val="bottom"/>
        </w:tcPr>
        <w:p w14:paraId="426F2D12" w14:textId="77777777" w:rsidR="00F30229" w:rsidRPr="007E0D11" w:rsidRDefault="00F30229" w:rsidP="007E0D11">
          <w:pPr>
            <w:pStyle w:val="Zpatvlevo"/>
            <w:rPr>
              <w:b/>
            </w:rPr>
          </w:pPr>
          <w:r>
            <w:rPr>
              <w:b/>
            </w:rPr>
            <w:t>Příloha č. 2</w:t>
          </w:r>
        </w:p>
        <w:p w14:paraId="3E20D1BF" w14:textId="77777777" w:rsidR="00F30229" w:rsidRPr="003462EB" w:rsidRDefault="00F30229" w:rsidP="007E0D11">
          <w:pPr>
            <w:pStyle w:val="Zpatvlevo"/>
          </w:pPr>
          <w:r>
            <w:t>Smlouva o dílo na Z</w:t>
          </w:r>
          <w:r w:rsidRPr="003462EB">
            <w:t xml:space="preserve">hotovení stavby </w:t>
          </w:r>
        </w:p>
      </w:tc>
    </w:tr>
  </w:tbl>
  <w:p w14:paraId="134FE3AF" w14:textId="77777777" w:rsidR="00F30229" w:rsidRPr="00747C0A" w:rsidRDefault="00F3022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0229" w:rsidRPr="009E09BE" w14:paraId="6F275D66" w14:textId="77777777" w:rsidTr="00D453DF">
      <w:tc>
        <w:tcPr>
          <w:tcW w:w="0" w:type="auto"/>
          <w:tcMar>
            <w:left w:w="0" w:type="dxa"/>
            <w:right w:w="0" w:type="dxa"/>
          </w:tcMar>
          <w:vAlign w:val="bottom"/>
        </w:tcPr>
        <w:p w14:paraId="417D2F36" w14:textId="77777777" w:rsidR="00F30229" w:rsidRPr="007E0D11" w:rsidRDefault="00F30229" w:rsidP="00D453DF">
          <w:pPr>
            <w:pStyle w:val="Zpatvpravo"/>
            <w:rPr>
              <w:b/>
            </w:rPr>
          </w:pPr>
          <w:r w:rsidRPr="007E0D11">
            <w:rPr>
              <w:b/>
            </w:rPr>
            <w:t xml:space="preserve">Příloha č. </w:t>
          </w:r>
          <w:r>
            <w:rPr>
              <w:b/>
            </w:rPr>
            <w:t>2</w:t>
          </w:r>
        </w:p>
        <w:p w14:paraId="7A891264" w14:textId="77777777" w:rsidR="00F30229" w:rsidRPr="003462EB" w:rsidRDefault="00F3022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40478738" w:rsidR="00F30229" w:rsidRPr="009E09BE" w:rsidRDefault="00F3022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3</w:t>
          </w:r>
          <w:r>
            <w:rPr>
              <w:rStyle w:val="slostrnky"/>
            </w:rPr>
            <w:fldChar w:fldCharType="end"/>
          </w:r>
        </w:p>
      </w:tc>
    </w:tr>
  </w:tbl>
  <w:p w14:paraId="5436FFAD" w14:textId="77777777" w:rsidR="00F30229" w:rsidRPr="00B8518B" w:rsidRDefault="00F3022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0229" w:rsidRPr="003462EB" w14:paraId="37FC460C" w14:textId="77777777" w:rsidTr="00D453DF">
      <w:tc>
        <w:tcPr>
          <w:tcW w:w="1021" w:type="dxa"/>
          <w:vAlign w:val="bottom"/>
        </w:tcPr>
        <w:p w14:paraId="3A5E7146" w14:textId="77777777" w:rsidR="00F30229" w:rsidRPr="00B8518B" w:rsidRDefault="00F3022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F30229" w:rsidRPr="007E0D11" w:rsidRDefault="00F30229" w:rsidP="007E0D11">
          <w:pPr>
            <w:pStyle w:val="Zpatvlevo"/>
            <w:rPr>
              <w:b/>
            </w:rPr>
          </w:pPr>
          <w:r>
            <w:rPr>
              <w:b/>
            </w:rPr>
            <w:t>Příloha č. 3</w:t>
          </w:r>
        </w:p>
        <w:p w14:paraId="449F8D4B" w14:textId="77777777" w:rsidR="00F30229" w:rsidRPr="003462EB" w:rsidRDefault="00F30229" w:rsidP="007E0D11">
          <w:pPr>
            <w:pStyle w:val="Zpatvlevo"/>
          </w:pPr>
          <w:r>
            <w:t>Smlouva o dílo na Z</w:t>
          </w:r>
          <w:r w:rsidRPr="003462EB">
            <w:t xml:space="preserve">hotovení stavby </w:t>
          </w:r>
        </w:p>
      </w:tc>
    </w:tr>
  </w:tbl>
  <w:p w14:paraId="6417FEFE" w14:textId="77777777" w:rsidR="00F30229" w:rsidRPr="00747C0A" w:rsidRDefault="00F30229">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0229" w:rsidRPr="009E09BE" w14:paraId="5B1A25B2" w14:textId="77777777" w:rsidTr="00D453DF">
      <w:tc>
        <w:tcPr>
          <w:tcW w:w="0" w:type="auto"/>
          <w:tcMar>
            <w:left w:w="0" w:type="dxa"/>
            <w:right w:w="0" w:type="dxa"/>
          </w:tcMar>
          <w:vAlign w:val="bottom"/>
        </w:tcPr>
        <w:p w14:paraId="5CDC00DC" w14:textId="77777777" w:rsidR="00F30229" w:rsidRPr="007E0D11" w:rsidRDefault="00F30229" w:rsidP="00D453DF">
          <w:pPr>
            <w:pStyle w:val="Zpatvpravo"/>
            <w:rPr>
              <w:b/>
            </w:rPr>
          </w:pPr>
          <w:r w:rsidRPr="007E0D11">
            <w:rPr>
              <w:b/>
            </w:rPr>
            <w:t xml:space="preserve">Příloha č. </w:t>
          </w:r>
          <w:r>
            <w:rPr>
              <w:b/>
            </w:rPr>
            <w:t>3</w:t>
          </w:r>
        </w:p>
        <w:p w14:paraId="7F19CF36" w14:textId="77777777" w:rsidR="00F30229" w:rsidRPr="003462EB" w:rsidRDefault="00F3022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6FD48FDE" w:rsidR="00F30229" w:rsidRPr="009E09BE" w:rsidRDefault="00F3022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01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01A0">
            <w:rPr>
              <w:rStyle w:val="slostrnky"/>
              <w:noProof/>
            </w:rPr>
            <w:t>1</w:t>
          </w:r>
          <w:r>
            <w:rPr>
              <w:rStyle w:val="slostrnky"/>
            </w:rPr>
            <w:fldChar w:fldCharType="end"/>
          </w:r>
        </w:p>
      </w:tc>
    </w:tr>
  </w:tbl>
  <w:p w14:paraId="15250585" w14:textId="77777777" w:rsidR="00F30229" w:rsidRPr="00B8518B" w:rsidRDefault="00F3022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0229" w:rsidRPr="003462EB" w14:paraId="3F98EAE3" w14:textId="77777777" w:rsidTr="00D453DF">
      <w:tc>
        <w:tcPr>
          <w:tcW w:w="1021" w:type="dxa"/>
          <w:vAlign w:val="bottom"/>
        </w:tcPr>
        <w:p w14:paraId="63349817" w14:textId="77777777" w:rsidR="00F30229" w:rsidRPr="00B8518B" w:rsidRDefault="00F3022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F30229" w:rsidRPr="007E0D11" w:rsidRDefault="00F30229" w:rsidP="007E0D11">
          <w:pPr>
            <w:pStyle w:val="Zpatvlevo"/>
            <w:rPr>
              <w:b/>
            </w:rPr>
          </w:pPr>
          <w:r>
            <w:rPr>
              <w:b/>
            </w:rPr>
            <w:t>Příloha č. 4</w:t>
          </w:r>
        </w:p>
        <w:p w14:paraId="7DFBCA9D" w14:textId="77777777" w:rsidR="00F30229" w:rsidRPr="003462EB" w:rsidRDefault="00F30229" w:rsidP="007E0D11">
          <w:pPr>
            <w:pStyle w:val="Zpatvlevo"/>
          </w:pPr>
          <w:r>
            <w:t>Smlouva o dílo na Z</w:t>
          </w:r>
          <w:r w:rsidRPr="003462EB">
            <w:t xml:space="preserve">hotovení stavby </w:t>
          </w:r>
        </w:p>
      </w:tc>
    </w:tr>
  </w:tbl>
  <w:p w14:paraId="6877D80F" w14:textId="77777777" w:rsidR="00F30229" w:rsidRPr="00747C0A" w:rsidRDefault="00F3022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5BB12" w14:textId="77777777" w:rsidR="00F51D8A" w:rsidRDefault="00F51D8A" w:rsidP="00962258">
      <w:pPr>
        <w:spacing w:after="0" w:line="240" w:lineRule="auto"/>
      </w:pPr>
      <w:r>
        <w:separator/>
      </w:r>
    </w:p>
  </w:footnote>
  <w:footnote w:type="continuationSeparator" w:id="0">
    <w:p w14:paraId="0E6C79F4" w14:textId="77777777" w:rsidR="00F51D8A" w:rsidRDefault="00F51D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0229" w14:paraId="3519503E" w14:textId="77777777" w:rsidTr="00C02D0A">
      <w:trPr>
        <w:trHeight w:hRule="exact" w:val="454"/>
      </w:trPr>
      <w:tc>
        <w:tcPr>
          <w:tcW w:w="1361" w:type="dxa"/>
          <w:tcMar>
            <w:top w:w="57" w:type="dxa"/>
            <w:left w:w="0" w:type="dxa"/>
            <w:right w:w="0" w:type="dxa"/>
          </w:tcMar>
        </w:tcPr>
        <w:p w14:paraId="0CD0389D" w14:textId="77777777" w:rsidR="00F30229" w:rsidRPr="00B8518B" w:rsidRDefault="00F30229" w:rsidP="00523EA7">
          <w:pPr>
            <w:pStyle w:val="Zpat"/>
            <w:rPr>
              <w:rStyle w:val="slostrnky"/>
            </w:rPr>
          </w:pPr>
        </w:p>
      </w:tc>
      <w:tc>
        <w:tcPr>
          <w:tcW w:w="3458" w:type="dxa"/>
          <w:shd w:val="clear" w:color="auto" w:fill="auto"/>
          <w:tcMar>
            <w:top w:w="57" w:type="dxa"/>
            <w:left w:w="0" w:type="dxa"/>
            <w:right w:w="0" w:type="dxa"/>
          </w:tcMar>
        </w:tcPr>
        <w:p w14:paraId="2B188BFE" w14:textId="77777777" w:rsidR="00F30229" w:rsidRDefault="00F30229" w:rsidP="00523EA7">
          <w:pPr>
            <w:pStyle w:val="Zpat"/>
          </w:pPr>
        </w:p>
      </w:tc>
      <w:tc>
        <w:tcPr>
          <w:tcW w:w="5698" w:type="dxa"/>
          <w:shd w:val="clear" w:color="auto" w:fill="auto"/>
          <w:tcMar>
            <w:top w:w="57" w:type="dxa"/>
            <w:left w:w="0" w:type="dxa"/>
            <w:right w:w="0" w:type="dxa"/>
          </w:tcMar>
        </w:tcPr>
        <w:p w14:paraId="67BF6883" w14:textId="77777777" w:rsidR="00F30229" w:rsidRPr="00D6163D" w:rsidRDefault="00F30229" w:rsidP="00D6163D">
          <w:pPr>
            <w:pStyle w:val="Druhdokumentu"/>
          </w:pPr>
        </w:p>
      </w:tc>
    </w:tr>
  </w:tbl>
  <w:p w14:paraId="27282E85" w14:textId="77777777" w:rsidR="00F30229" w:rsidRPr="00D6163D" w:rsidRDefault="00F30229">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F30229" w:rsidRPr="00D6163D" w:rsidRDefault="00F3022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0229" w14:paraId="3975FAFD" w14:textId="77777777" w:rsidTr="00B22106">
      <w:trPr>
        <w:trHeight w:hRule="exact" w:val="936"/>
      </w:trPr>
      <w:tc>
        <w:tcPr>
          <w:tcW w:w="1361" w:type="dxa"/>
          <w:tcMar>
            <w:left w:w="0" w:type="dxa"/>
            <w:right w:w="0" w:type="dxa"/>
          </w:tcMar>
        </w:tcPr>
        <w:p w14:paraId="0BB764E0" w14:textId="77777777" w:rsidR="00F30229" w:rsidRPr="00B8518B" w:rsidRDefault="00F30229" w:rsidP="00FC6389">
          <w:pPr>
            <w:pStyle w:val="Zpat"/>
            <w:rPr>
              <w:rStyle w:val="slostrnky"/>
            </w:rPr>
          </w:pPr>
        </w:p>
      </w:tc>
      <w:tc>
        <w:tcPr>
          <w:tcW w:w="3458" w:type="dxa"/>
          <w:shd w:val="clear" w:color="auto" w:fill="auto"/>
          <w:tcMar>
            <w:left w:w="0" w:type="dxa"/>
            <w:right w:w="0" w:type="dxa"/>
          </w:tcMar>
        </w:tcPr>
        <w:p w14:paraId="15A5AE22" w14:textId="77777777" w:rsidR="00F30229" w:rsidRDefault="00F30229"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F30229" w:rsidRPr="00D6163D" w:rsidRDefault="00F30229" w:rsidP="00FC6389">
          <w:pPr>
            <w:pStyle w:val="Druhdokumentu"/>
          </w:pPr>
        </w:p>
      </w:tc>
    </w:tr>
    <w:tr w:rsidR="00F30229" w14:paraId="017A2146" w14:textId="77777777" w:rsidTr="00B22106">
      <w:trPr>
        <w:trHeight w:hRule="exact" w:val="936"/>
      </w:trPr>
      <w:tc>
        <w:tcPr>
          <w:tcW w:w="1361" w:type="dxa"/>
          <w:tcMar>
            <w:left w:w="0" w:type="dxa"/>
            <w:right w:w="0" w:type="dxa"/>
          </w:tcMar>
        </w:tcPr>
        <w:p w14:paraId="7E2A8171" w14:textId="77777777" w:rsidR="00F30229" w:rsidRPr="00B8518B" w:rsidRDefault="00F30229" w:rsidP="00FC6389">
          <w:pPr>
            <w:pStyle w:val="Zpat"/>
            <w:rPr>
              <w:rStyle w:val="slostrnky"/>
            </w:rPr>
          </w:pPr>
        </w:p>
      </w:tc>
      <w:tc>
        <w:tcPr>
          <w:tcW w:w="3458" w:type="dxa"/>
          <w:shd w:val="clear" w:color="auto" w:fill="auto"/>
          <w:tcMar>
            <w:left w:w="0" w:type="dxa"/>
            <w:right w:w="0" w:type="dxa"/>
          </w:tcMar>
        </w:tcPr>
        <w:p w14:paraId="3FB4BB78" w14:textId="77777777" w:rsidR="00F30229" w:rsidRDefault="00F30229" w:rsidP="00FC6389">
          <w:pPr>
            <w:pStyle w:val="Zpat"/>
          </w:pPr>
        </w:p>
      </w:tc>
      <w:tc>
        <w:tcPr>
          <w:tcW w:w="5756" w:type="dxa"/>
          <w:shd w:val="clear" w:color="auto" w:fill="auto"/>
          <w:tcMar>
            <w:left w:w="0" w:type="dxa"/>
            <w:right w:w="0" w:type="dxa"/>
          </w:tcMar>
        </w:tcPr>
        <w:p w14:paraId="1388C855" w14:textId="77777777" w:rsidR="00F30229" w:rsidRPr="00D6163D" w:rsidRDefault="00F30229" w:rsidP="00FC6389">
          <w:pPr>
            <w:pStyle w:val="Druhdokumentu"/>
          </w:pPr>
        </w:p>
      </w:tc>
    </w:tr>
  </w:tbl>
  <w:p w14:paraId="455B3D57" w14:textId="77777777" w:rsidR="00F30229" w:rsidRPr="00D6163D" w:rsidRDefault="00F30229" w:rsidP="00FC6389">
    <w:pPr>
      <w:pStyle w:val="Zhlav"/>
      <w:rPr>
        <w:sz w:val="8"/>
        <w:szCs w:val="8"/>
      </w:rPr>
    </w:pPr>
  </w:p>
  <w:p w14:paraId="584D1450" w14:textId="77777777" w:rsidR="00F30229" w:rsidRPr="00460660" w:rsidRDefault="00F3022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F30229" w:rsidRPr="00D6163D" w:rsidRDefault="00F3022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F30229" w:rsidRPr="00D6163D" w:rsidRDefault="00F3022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F30229" w:rsidRPr="00D6163D" w:rsidRDefault="00F3022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F30229" w:rsidRPr="00D6163D" w:rsidRDefault="00F3022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F30229" w:rsidRPr="00D6163D" w:rsidRDefault="00F3022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F30229" w:rsidRPr="00D6163D" w:rsidRDefault="00F3022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F30229" w:rsidRPr="00D6163D" w:rsidRDefault="00F3022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30E78"/>
    <w:rsid w:val="00041EC8"/>
    <w:rsid w:val="000424C4"/>
    <w:rsid w:val="00047AA6"/>
    <w:rsid w:val="0006588D"/>
    <w:rsid w:val="00067A5E"/>
    <w:rsid w:val="00070482"/>
    <w:rsid w:val="000719BB"/>
    <w:rsid w:val="00072A65"/>
    <w:rsid w:val="00072C1E"/>
    <w:rsid w:val="00075FB2"/>
    <w:rsid w:val="00077CE2"/>
    <w:rsid w:val="000B4EB8"/>
    <w:rsid w:val="000B7E02"/>
    <w:rsid w:val="000C41F2"/>
    <w:rsid w:val="000C707C"/>
    <w:rsid w:val="000D22C4"/>
    <w:rsid w:val="000D27D1"/>
    <w:rsid w:val="000E08BF"/>
    <w:rsid w:val="000E1A7F"/>
    <w:rsid w:val="000F2094"/>
    <w:rsid w:val="000F4198"/>
    <w:rsid w:val="000F7A40"/>
    <w:rsid w:val="00112864"/>
    <w:rsid w:val="00114472"/>
    <w:rsid w:val="00114988"/>
    <w:rsid w:val="00115069"/>
    <w:rsid w:val="001150F2"/>
    <w:rsid w:val="00140E94"/>
    <w:rsid w:val="001425CA"/>
    <w:rsid w:val="00143EC0"/>
    <w:rsid w:val="0014540A"/>
    <w:rsid w:val="00145B09"/>
    <w:rsid w:val="00155FD1"/>
    <w:rsid w:val="001621ED"/>
    <w:rsid w:val="001656A2"/>
    <w:rsid w:val="00165977"/>
    <w:rsid w:val="00166CD0"/>
    <w:rsid w:val="00170EC5"/>
    <w:rsid w:val="001747C1"/>
    <w:rsid w:val="00175C0A"/>
    <w:rsid w:val="00177D6B"/>
    <w:rsid w:val="001906C2"/>
    <w:rsid w:val="00191F90"/>
    <w:rsid w:val="001A1E73"/>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D0C51"/>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338E"/>
    <w:rsid w:val="003956C6"/>
    <w:rsid w:val="003B11D6"/>
    <w:rsid w:val="003B23D6"/>
    <w:rsid w:val="003B7901"/>
    <w:rsid w:val="003C33F2"/>
    <w:rsid w:val="003D0437"/>
    <w:rsid w:val="003D275A"/>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5B97"/>
    <w:rsid w:val="0050666E"/>
    <w:rsid w:val="00511AB9"/>
    <w:rsid w:val="00512C9D"/>
    <w:rsid w:val="00523BB5"/>
    <w:rsid w:val="00523EA7"/>
    <w:rsid w:val="00526EAB"/>
    <w:rsid w:val="005406EB"/>
    <w:rsid w:val="00544816"/>
    <w:rsid w:val="00553375"/>
    <w:rsid w:val="00554B36"/>
    <w:rsid w:val="00555884"/>
    <w:rsid w:val="0056170F"/>
    <w:rsid w:val="005731AC"/>
    <w:rsid w:val="005736B7"/>
    <w:rsid w:val="00575E5A"/>
    <w:rsid w:val="00580245"/>
    <w:rsid w:val="00582A82"/>
    <w:rsid w:val="0059458D"/>
    <w:rsid w:val="005A1F44"/>
    <w:rsid w:val="005C06CE"/>
    <w:rsid w:val="005C3D1B"/>
    <w:rsid w:val="005D3C39"/>
    <w:rsid w:val="005D6794"/>
    <w:rsid w:val="005E280C"/>
    <w:rsid w:val="005E2D82"/>
    <w:rsid w:val="005E7125"/>
    <w:rsid w:val="005E7F36"/>
    <w:rsid w:val="005F679F"/>
    <w:rsid w:val="00600ECE"/>
    <w:rsid w:val="00601A8C"/>
    <w:rsid w:val="0061068E"/>
    <w:rsid w:val="006115D3"/>
    <w:rsid w:val="006346F9"/>
    <w:rsid w:val="00641CF5"/>
    <w:rsid w:val="006420D8"/>
    <w:rsid w:val="00647021"/>
    <w:rsid w:val="0065610E"/>
    <w:rsid w:val="00660AD3"/>
    <w:rsid w:val="006610C6"/>
    <w:rsid w:val="00672B00"/>
    <w:rsid w:val="006776B6"/>
    <w:rsid w:val="006826EC"/>
    <w:rsid w:val="00683509"/>
    <w:rsid w:val="00683533"/>
    <w:rsid w:val="00693150"/>
    <w:rsid w:val="006A5570"/>
    <w:rsid w:val="006A689C"/>
    <w:rsid w:val="006B0FFD"/>
    <w:rsid w:val="006B1E10"/>
    <w:rsid w:val="006B3B75"/>
    <w:rsid w:val="006B3D79"/>
    <w:rsid w:val="006B6FE4"/>
    <w:rsid w:val="006C2343"/>
    <w:rsid w:val="006C442A"/>
    <w:rsid w:val="006D17CF"/>
    <w:rsid w:val="006D17D2"/>
    <w:rsid w:val="006E0578"/>
    <w:rsid w:val="006E09E9"/>
    <w:rsid w:val="006E158D"/>
    <w:rsid w:val="006E314D"/>
    <w:rsid w:val="006F5E06"/>
    <w:rsid w:val="00704D1E"/>
    <w:rsid w:val="007102D9"/>
    <w:rsid w:val="00710723"/>
    <w:rsid w:val="007145F3"/>
    <w:rsid w:val="00721CD2"/>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01A0"/>
    <w:rsid w:val="007846E1"/>
    <w:rsid w:val="007847D6"/>
    <w:rsid w:val="00790E8D"/>
    <w:rsid w:val="007916AE"/>
    <w:rsid w:val="0079665E"/>
    <w:rsid w:val="007A3652"/>
    <w:rsid w:val="007A5172"/>
    <w:rsid w:val="007A67A0"/>
    <w:rsid w:val="007A69B3"/>
    <w:rsid w:val="007B570C"/>
    <w:rsid w:val="007C0CFA"/>
    <w:rsid w:val="007D4146"/>
    <w:rsid w:val="007E0D11"/>
    <w:rsid w:val="007E4A6E"/>
    <w:rsid w:val="007E7840"/>
    <w:rsid w:val="007F56A7"/>
    <w:rsid w:val="007F76A5"/>
    <w:rsid w:val="00800851"/>
    <w:rsid w:val="00802774"/>
    <w:rsid w:val="00804D90"/>
    <w:rsid w:val="00807DD0"/>
    <w:rsid w:val="008156D5"/>
    <w:rsid w:val="00821D01"/>
    <w:rsid w:val="008255AC"/>
    <w:rsid w:val="00826B7B"/>
    <w:rsid w:val="0083320B"/>
    <w:rsid w:val="008377FF"/>
    <w:rsid w:val="00845655"/>
    <w:rsid w:val="0084659A"/>
    <w:rsid w:val="00846731"/>
    <w:rsid w:val="00846789"/>
    <w:rsid w:val="00866994"/>
    <w:rsid w:val="00885609"/>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1D57"/>
    <w:rsid w:val="00904780"/>
    <w:rsid w:val="0090635B"/>
    <w:rsid w:val="0091391F"/>
    <w:rsid w:val="009210FA"/>
    <w:rsid w:val="00922385"/>
    <w:rsid w:val="009223DF"/>
    <w:rsid w:val="009310F3"/>
    <w:rsid w:val="00936091"/>
    <w:rsid w:val="00937971"/>
    <w:rsid w:val="00940D8A"/>
    <w:rsid w:val="00955569"/>
    <w:rsid w:val="009573FC"/>
    <w:rsid w:val="00962258"/>
    <w:rsid w:val="009678B7"/>
    <w:rsid w:val="0098223D"/>
    <w:rsid w:val="009841CA"/>
    <w:rsid w:val="00992D9C"/>
    <w:rsid w:val="00996CB8"/>
    <w:rsid w:val="009977AD"/>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17F7"/>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24"/>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0CDF"/>
    <w:rsid w:val="00C02D0A"/>
    <w:rsid w:val="00C03A6E"/>
    <w:rsid w:val="00C129C7"/>
    <w:rsid w:val="00C15AE1"/>
    <w:rsid w:val="00C226C0"/>
    <w:rsid w:val="00C351C5"/>
    <w:rsid w:val="00C41670"/>
    <w:rsid w:val="00C41F7A"/>
    <w:rsid w:val="00C42FE6"/>
    <w:rsid w:val="00C44F6A"/>
    <w:rsid w:val="00C50C28"/>
    <w:rsid w:val="00C52164"/>
    <w:rsid w:val="00C6198E"/>
    <w:rsid w:val="00C708EA"/>
    <w:rsid w:val="00C74A2E"/>
    <w:rsid w:val="00C778A5"/>
    <w:rsid w:val="00C94BB8"/>
    <w:rsid w:val="00C95162"/>
    <w:rsid w:val="00C97991"/>
    <w:rsid w:val="00CA4E82"/>
    <w:rsid w:val="00CA50C9"/>
    <w:rsid w:val="00CA52F9"/>
    <w:rsid w:val="00CA73D8"/>
    <w:rsid w:val="00CB13AA"/>
    <w:rsid w:val="00CB2F40"/>
    <w:rsid w:val="00CB4F6D"/>
    <w:rsid w:val="00CB6A37"/>
    <w:rsid w:val="00CB7684"/>
    <w:rsid w:val="00CC16FE"/>
    <w:rsid w:val="00CC4EA8"/>
    <w:rsid w:val="00CC6517"/>
    <w:rsid w:val="00CC7C8F"/>
    <w:rsid w:val="00CD15FA"/>
    <w:rsid w:val="00CD1FC4"/>
    <w:rsid w:val="00CD2B1F"/>
    <w:rsid w:val="00CE31C4"/>
    <w:rsid w:val="00D034A0"/>
    <w:rsid w:val="00D146B5"/>
    <w:rsid w:val="00D21061"/>
    <w:rsid w:val="00D24D74"/>
    <w:rsid w:val="00D40E88"/>
    <w:rsid w:val="00D4108E"/>
    <w:rsid w:val="00D4328E"/>
    <w:rsid w:val="00D43863"/>
    <w:rsid w:val="00D43D84"/>
    <w:rsid w:val="00D453DF"/>
    <w:rsid w:val="00D45E77"/>
    <w:rsid w:val="00D463C3"/>
    <w:rsid w:val="00D519A6"/>
    <w:rsid w:val="00D5439C"/>
    <w:rsid w:val="00D6163D"/>
    <w:rsid w:val="00D65A55"/>
    <w:rsid w:val="00D831A3"/>
    <w:rsid w:val="00D97BE3"/>
    <w:rsid w:val="00D97F39"/>
    <w:rsid w:val="00DA3711"/>
    <w:rsid w:val="00DA5988"/>
    <w:rsid w:val="00DA734B"/>
    <w:rsid w:val="00DB530D"/>
    <w:rsid w:val="00DD46F3"/>
    <w:rsid w:val="00DE17BB"/>
    <w:rsid w:val="00DE1AA1"/>
    <w:rsid w:val="00DE56F2"/>
    <w:rsid w:val="00DF116D"/>
    <w:rsid w:val="00DF4286"/>
    <w:rsid w:val="00DF7C76"/>
    <w:rsid w:val="00E01DB0"/>
    <w:rsid w:val="00E10A24"/>
    <w:rsid w:val="00E125A2"/>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1D6D"/>
    <w:rsid w:val="00EE3D66"/>
    <w:rsid w:val="00EE65E1"/>
    <w:rsid w:val="00EF7106"/>
    <w:rsid w:val="00F016C7"/>
    <w:rsid w:val="00F12DEC"/>
    <w:rsid w:val="00F1715C"/>
    <w:rsid w:val="00F22B17"/>
    <w:rsid w:val="00F30229"/>
    <w:rsid w:val="00F310F8"/>
    <w:rsid w:val="00F35939"/>
    <w:rsid w:val="00F4131C"/>
    <w:rsid w:val="00F422D3"/>
    <w:rsid w:val="00F45607"/>
    <w:rsid w:val="00F465D8"/>
    <w:rsid w:val="00F46B34"/>
    <w:rsid w:val="00F4722B"/>
    <w:rsid w:val="00F51B84"/>
    <w:rsid w:val="00F51D8A"/>
    <w:rsid w:val="00F54432"/>
    <w:rsid w:val="00F659EB"/>
    <w:rsid w:val="00F67CF4"/>
    <w:rsid w:val="00F762A8"/>
    <w:rsid w:val="00F86BA6"/>
    <w:rsid w:val="00F86F38"/>
    <w:rsid w:val="00F95FBD"/>
    <w:rsid w:val="00FB6342"/>
    <w:rsid w:val="00FC39A0"/>
    <w:rsid w:val="00FC6389"/>
    <w:rsid w:val="00FD2C17"/>
    <w:rsid w:val="00FD55F9"/>
    <w:rsid w:val="00FD6721"/>
    <w:rsid w:val="00FE5FD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2D8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6130509-8153-4B51-8662-08043AC7B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29</Pages>
  <Words>3997</Words>
  <Characters>23587</Characters>
  <Application>Microsoft Office Word</Application>
  <DocSecurity>0</DocSecurity>
  <Lines>196</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cp:revision>
  <cp:lastPrinted>2020-07-17T13:27:00Z</cp:lastPrinted>
  <dcterms:created xsi:type="dcterms:W3CDTF">2021-07-12T05:43:00Z</dcterms:created>
  <dcterms:modified xsi:type="dcterms:W3CDTF">2021-07-12T05:43:00Z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